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7768365"/>
    <w:bookmarkStart w:id="1" w:name="_GoBack"/>
    <w:bookmarkEnd w:id="1"/>
    <w:p w14:paraId="4818C5F1" w14:textId="77777777" w:rsidR="009E4668" w:rsidRDefault="009E4668" w:rsidP="00E92236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16"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7ED3CB" wp14:editId="618FD908">
                <wp:simplePos x="0" y="0"/>
                <wp:positionH relativeFrom="column">
                  <wp:posOffset>5734050</wp:posOffset>
                </wp:positionH>
                <wp:positionV relativeFrom="paragraph">
                  <wp:posOffset>-25400</wp:posOffset>
                </wp:positionV>
                <wp:extent cx="946150" cy="431800"/>
                <wp:effectExtent l="0" t="0" r="25400" b="254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D914BA" w14:textId="77777777" w:rsidR="005028D2" w:rsidRPr="00F75E3C" w:rsidRDefault="00F75E3C" w:rsidP="00F75E3C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75E3C">
                              <w:rPr>
                                <w:sz w:val="20"/>
                                <w:szCs w:val="20"/>
                              </w:rPr>
                              <w:t>Volunt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eer</w:t>
                            </w:r>
                            <w:r w:rsidRPr="00F75E3C">
                              <w:rPr>
                                <w:sz w:val="20"/>
                                <w:szCs w:val="20"/>
                              </w:rPr>
                              <w:t xml:space="preserve"> Dec</w:t>
                            </w:r>
                          </w:p>
                          <w:p w14:paraId="4AFCFA1D" w14:textId="77777777" w:rsidR="00F75E3C" w:rsidRPr="00F75E3C" w:rsidRDefault="00F75E3C" w:rsidP="00F75E3C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75E3C">
                              <w:rPr>
                                <w:sz w:val="20"/>
                                <w:szCs w:val="20"/>
                              </w:rPr>
                              <w:t>V8 12/2018</w:t>
                            </w:r>
                          </w:p>
                          <w:p w14:paraId="6613FC81" w14:textId="77777777" w:rsidR="00F75E3C" w:rsidRDefault="00F75E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505E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1.5pt;margin-top:-2pt;width:74.5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" fillcolor="white [3201]" strokeweight=".5pt">
                <v:textbox>
                  <w:txbxContent>
                    <w:p w:rsidR="005028D2" w:rsidRPr="00F75E3C" w:rsidRDefault="00F75E3C" w:rsidP="00F75E3C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75E3C">
                        <w:rPr>
                          <w:sz w:val="20"/>
                          <w:szCs w:val="20"/>
                        </w:rPr>
                        <w:t>Volunt</w:t>
                      </w:r>
                      <w:r>
                        <w:rPr>
                          <w:sz w:val="20"/>
                          <w:szCs w:val="20"/>
                        </w:rPr>
                        <w:t>eer</w:t>
                      </w:r>
                      <w:r w:rsidRPr="00F75E3C">
                        <w:rPr>
                          <w:sz w:val="20"/>
                          <w:szCs w:val="20"/>
                        </w:rPr>
                        <w:t xml:space="preserve"> Dec</w:t>
                      </w:r>
                    </w:p>
                    <w:p w:rsidR="00F75E3C" w:rsidRPr="00F75E3C" w:rsidRDefault="00F75E3C" w:rsidP="00F75E3C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75E3C">
                        <w:rPr>
                          <w:sz w:val="20"/>
                          <w:szCs w:val="20"/>
                        </w:rPr>
                        <w:t>V8 12/2018</w:t>
                      </w:r>
                    </w:p>
                    <w:p w:rsidR="00F75E3C" w:rsidRDefault="00F75E3C"/>
                  </w:txbxContent>
                </v:textbox>
              </v:shape>
            </w:pict>
          </mc:Fallback>
        </mc:AlternateContent>
      </w:r>
    </w:p>
    <w:p w14:paraId="796E7787" w14:textId="77777777" w:rsidR="005D31BC" w:rsidRPr="005D31BC" w:rsidRDefault="005D31BC" w:rsidP="00E92236">
      <w:pPr>
        <w:spacing w:after="0"/>
        <w:jc w:val="center"/>
        <w:rPr>
          <w:b/>
          <w:sz w:val="16"/>
          <w:u w:val="single"/>
        </w:rPr>
      </w:pPr>
      <w:r w:rsidRPr="00E935EE">
        <w:rPr>
          <w:b/>
          <w:sz w:val="28"/>
          <w:szCs w:val="28"/>
        </w:rPr>
        <w:t>Rotary Youth Volunteer Informat</w:t>
      </w:r>
      <w:r w:rsidR="00E92236">
        <w:rPr>
          <w:b/>
          <w:sz w:val="28"/>
          <w:szCs w:val="28"/>
        </w:rPr>
        <w:t>ion and Declaration Form</w:t>
      </w:r>
    </w:p>
    <w:p w14:paraId="1DEC731A" w14:textId="77777777" w:rsidR="00895520" w:rsidRDefault="00895520" w:rsidP="00895520">
      <w:pPr>
        <w:spacing w:after="0"/>
        <w:jc w:val="center"/>
        <w:rPr>
          <w:b/>
          <w:u w:val="single"/>
        </w:rPr>
      </w:pPr>
      <w:r>
        <w:rPr>
          <w:b/>
        </w:rPr>
        <w:t xml:space="preserve">This Form is mandatory for </w:t>
      </w:r>
      <w:r w:rsidRPr="00895520">
        <w:rPr>
          <w:b/>
          <w:u w:val="single"/>
        </w:rPr>
        <w:t>Volunteers</w:t>
      </w:r>
      <w:r>
        <w:rPr>
          <w:b/>
          <w:u w:val="single"/>
        </w:rPr>
        <w:t xml:space="preserve"> </w:t>
      </w:r>
    </w:p>
    <w:p w14:paraId="13086611" w14:textId="77777777" w:rsidR="005D31BC" w:rsidRDefault="00895520" w:rsidP="00895520">
      <w:pPr>
        <w:spacing w:after="0"/>
        <w:jc w:val="center"/>
        <w:rPr>
          <w:b/>
        </w:rPr>
      </w:pPr>
      <w:r>
        <w:rPr>
          <w:b/>
        </w:rPr>
        <w:t>Responsible Adults are exempt</w:t>
      </w:r>
    </w:p>
    <w:p w14:paraId="444067CD" w14:textId="77777777" w:rsidR="00895520" w:rsidRPr="00895520" w:rsidRDefault="00895520" w:rsidP="00895520">
      <w:pPr>
        <w:spacing w:after="0"/>
        <w:jc w:val="center"/>
        <w:rPr>
          <w:b/>
        </w:rPr>
      </w:pPr>
      <w:r>
        <w:rPr>
          <w:b/>
        </w:rPr>
        <w:t>(Refer definitions)</w:t>
      </w:r>
    </w:p>
    <w:p w14:paraId="75DB0434" w14:textId="77777777" w:rsidR="00895520" w:rsidRPr="005D31BC" w:rsidRDefault="00895520" w:rsidP="00895520">
      <w:pPr>
        <w:spacing w:after="0"/>
        <w:jc w:val="center"/>
        <w:rPr>
          <w:b/>
          <w:sz w:val="28"/>
          <w:szCs w:val="28"/>
        </w:rPr>
      </w:pPr>
    </w:p>
    <w:p w14:paraId="6E3D2BD5" w14:textId="77777777" w:rsidR="005D31BC" w:rsidRPr="008D7456" w:rsidRDefault="005D31BC" w:rsidP="005D31BC">
      <w:pPr>
        <w:spacing w:before="60" w:after="0"/>
        <w:rPr>
          <w:b/>
          <w:sz w:val="20"/>
          <w:szCs w:val="20"/>
        </w:rPr>
      </w:pPr>
      <w:r w:rsidRPr="008D7456">
        <w:rPr>
          <w:b/>
          <w:sz w:val="20"/>
          <w:szCs w:val="20"/>
        </w:rPr>
        <w:t>Personal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280"/>
        <w:gridCol w:w="2775"/>
        <w:gridCol w:w="420"/>
        <w:gridCol w:w="471"/>
        <w:gridCol w:w="659"/>
        <w:gridCol w:w="1519"/>
        <w:gridCol w:w="3344"/>
      </w:tblGrid>
      <w:tr w:rsidR="005D31BC" w14:paraId="429F91F3" w14:textId="77777777" w:rsidTr="00E92236">
        <w:tc>
          <w:tcPr>
            <w:tcW w:w="988" w:type="dxa"/>
          </w:tcPr>
          <w:p w14:paraId="3BC78EC7" w14:textId="77777777" w:rsidR="005D31BC" w:rsidRPr="005F62C6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14:paraId="71BD40A1" w14:textId="77777777" w:rsidR="005D31BC" w:rsidRPr="0073110E" w:rsidRDefault="005D31BC" w:rsidP="00776248">
            <w:pPr>
              <w:spacing w:after="80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0465669D" w14:textId="77777777" w:rsidR="005D31BC" w:rsidRPr="0073110E" w:rsidRDefault="005D31BC" w:rsidP="00776248">
            <w:pPr>
              <w:spacing w:after="80"/>
              <w:rPr>
                <w:sz w:val="20"/>
                <w:szCs w:val="20"/>
              </w:rPr>
            </w:pPr>
            <w:r w:rsidRPr="0073110E">
              <w:rPr>
                <w:sz w:val="20"/>
                <w:szCs w:val="20"/>
              </w:rPr>
              <w:t>DOB        /       /</w:t>
            </w:r>
          </w:p>
        </w:tc>
        <w:tc>
          <w:tcPr>
            <w:tcW w:w="4973" w:type="dxa"/>
            <w:gridSpan w:val="2"/>
          </w:tcPr>
          <w:p w14:paraId="411E4DE8" w14:textId="77777777" w:rsidR="005D31BC" w:rsidRPr="0073110E" w:rsidRDefault="005D31BC" w:rsidP="00776248">
            <w:pPr>
              <w:rPr>
                <w:sz w:val="20"/>
                <w:szCs w:val="20"/>
              </w:rPr>
            </w:pPr>
            <w:r w:rsidRPr="0073110E">
              <w:rPr>
                <w:sz w:val="20"/>
                <w:szCs w:val="20"/>
              </w:rPr>
              <w:t>Email</w:t>
            </w:r>
          </w:p>
        </w:tc>
      </w:tr>
      <w:tr w:rsidR="005D31BC" w14:paraId="5097984F" w14:textId="77777777" w:rsidTr="00E92236">
        <w:tc>
          <w:tcPr>
            <w:tcW w:w="988" w:type="dxa"/>
          </w:tcPr>
          <w:p w14:paraId="7EAEFADB" w14:textId="77777777" w:rsidR="005D31BC" w:rsidRPr="005F62C6" w:rsidRDefault="005D31BC" w:rsidP="00776248">
            <w:pPr>
              <w:spacing w:after="80"/>
              <w:rPr>
                <w:sz w:val="20"/>
                <w:szCs w:val="20"/>
              </w:rPr>
            </w:pPr>
            <w:r w:rsidRPr="005F62C6">
              <w:rPr>
                <w:sz w:val="20"/>
                <w:szCs w:val="20"/>
              </w:rPr>
              <w:t>Phone</w:t>
            </w:r>
          </w:p>
        </w:tc>
        <w:tc>
          <w:tcPr>
            <w:tcW w:w="3118" w:type="dxa"/>
            <w:gridSpan w:val="2"/>
            <w:tcBorders>
              <w:right w:val="nil"/>
            </w:tcBorders>
          </w:tcPr>
          <w:p w14:paraId="19DA8CC3" w14:textId="77777777" w:rsidR="005D31BC" w:rsidRPr="0073110E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</w:t>
            </w:r>
          </w:p>
        </w:tc>
        <w:tc>
          <w:tcPr>
            <w:tcW w:w="3118" w:type="dxa"/>
            <w:gridSpan w:val="4"/>
            <w:tcBorders>
              <w:left w:val="nil"/>
              <w:right w:val="nil"/>
            </w:tcBorders>
          </w:tcPr>
          <w:p w14:paraId="7056C936" w14:textId="77777777" w:rsidR="005D31BC" w:rsidRPr="0073110E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Home</w:t>
            </w:r>
          </w:p>
        </w:tc>
        <w:tc>
          <w:tcPr>
            <w:tcW w:w="3414" w:type="dxa"/>
            <w:tcBorders>
              <w:left w:val="nil"/>
            </w:tcBorders>
          </w:tcPr>
          <w:p w14:paraId="4C721B8C" w14:textId="77777777" w:rsidR="005D31BC" w:rsidRPr="0073110E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Mobile</w:t>
            </w:r>
          </w:p>
        </w:tc>
      </w:tr>
      <w:tr w:rsidR="005D31BC" w14:paraId="175E18C0" w14:textId="77777777" w:rsidTr="00E92236">
        <w:tc>
          <w:tcPr>
            <w:tcW w:w="988" w:type="dxa"/>
          </w:tcPr>
          <w:p w14:paraId="62BAEF5B" w14:textId="77777777" w:rsidR="005D31BC" w:rsidRPr="0073110E" w:rsidRDefault="005D31BC" w:rsidP="00776248">
            <w:pPr>
              <w:spacing w:after="80"/>
              <w:rPr>
                <w:sz w:val="20"/>
                <w:szCs w:val="20"/>
              </w:rPr>
            </w:pPr>
            <w:r w:rsidRPr="0073110E">
              <w:rPr>
                <w:sz w:val="20"/>
                <w:szCs w:val="20"/>
              </w:rPr>
              <w:t>Address</w:t>
            </w:r>
          </w:p>
        </w:tc>
        <w:tc>
          <w:tcPr>
            <w:tcW w:w="4014" w:type="dxa"/>
            <w:gridSpan w:val="4"/>
          </w:tcPr>
          <w:p w14:paraId="387D5C09" w14:textId="77777777" w:rsidR="005D31BC" w:rsidRPr="0073110E" w:rsidRDefault="005D31BC" w:rsidP="00776248">
            <w:pPr>
              <w:spacing w:after="80"/>
              <w:rPr>
                <w:sz w:val="20"/>
                <w:szCs w:val="20"/>
              </w:rPr>
            </w:pPr>
          </w:p>
        </w:tc>
        <w:tc>
          <w:tcPr>
            <w:tcW w:w="5636" w:type="dxa"/>
            <w:gridSpan w:val="3"/>
          </w:tcPr>
          <w:p w14:paraId="3C40A747" w14:textId="77777777" w:rsidR="005D31BC" w:rsidRPr="0073110E" w:rsidRDefault="005D31BC" w:rsidP="00776248">
            <w:pPr>
              <w:rPr>
                <w:sz w:val="20"/>
                <w:szCs w:val="20"/>
              </w:rPr>
            </w:pPr>
            <w:r w:rsidRPr="0073110E">
              <w:rPr>
                <w:sz w:val="20"/>
                <w:szCs w:val="20"/>
              </w:rPr>
              <w:t>Period at this address (years)</w:t>
            </w:r>
          </w:p>
        </w:tc>
      </w:tr>
      <w:tr w:rsidR="005D31BC" w14:paraId="70CB22D0" w14:textId="77777777" w:rsidTr="00E92236">
        <w:tc>
          <w:tcPr>
            <w:tcW w:w="1271" w:type="dxa"/>
            <w:gridSpan w:val="2"/>
          </w:tcPr>
          <w:p w14:paraId="0FE83BF2" w14:textId="77777777" w:rsidR="005D31BC" w:rsidRPr="0073110E" w:rsidRDefault="005D31BC" w:rsidP="00776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Occupation</w:t>
            </w:r>
          </w:p>
        </w:tc>
        <w:tc>
          <w:tcPr>
            <w:tcW w:w="3260" w:type="dxa"/>
            <w:gridSpan w:val="2"/>
          </w:tcPr>
          <w:p w14:paraId="5B505D3F" w14:textId="77777777" w:rsidR="005D31BC" w:rsidRPr="0073110E" w:rsidRDefault="005D31BC" w:rsidP="007762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35162BC7" w14:textId="77777777" w:rsidR="005D31BC" w:rsidRPr="0073110E" w:rsidRDefault="005D31BC" w:rsidP="007762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Employer</w:t>
            </w:r>
          </w:p>
        </w:tc>
        <w:tc>
          <w:tcPr>
            <w:tcW w:w="4973" w:type="dxa"/>
            <w:gridSpan w:val="2"/>
          </w:tcPr>
          <w:p w14:paraId="2E9A4EBB" w14:textId="77777777" w:rsidR="005D31BC" w:rsidRPr="0073110E" w:rsidRDefault="005D31BC" w:rsidP="00776248">
            <w:pPr>
              <w:rPr>
                <w:sz w:val="20"/>
                <w:szCs w:val="20"/>
              </w:rPr>
            </w:pPr>
          </w:p>
        </w:tc>
      </w:tr>
    </w:tbl>
    <w:p w14:paraId="3C037F52" w14:textId="77777777" w:rsidR="005D31BC" w:rsidRPr="002A66A5" w:rsidRDefault="005D31BC" w:rsidP="005D31BC">
      <w:pPr>
        <w:spacing w:before="120" w:after="0" w:line="240" w:lineRule="auto"/>
        <w:rPr>
          <w:b/>
          <w:sz w:val="20"/>
          <w:szCs w:val="20"/>
        </w:rPr>
      </w:pPr>
      <w:r w:rsidRPr="002A66A5">
        <w:rPr>
          <w:b/>
          <w:sz w:val="20"/>
          <w:szCs w:val="20"/>
        </w:rPr>
        <w:t>Program involvement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796"/>
      </w:tblGrid>
      <w:tr w:rsidR="005D31BC" w14:paraId="05EF70E3" w14:textId="77777777" w:rsidTr="00E92236">
        <w:tc>
          <w:tcPr>
            <w:tcW w:w="106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384D12" w14:textId="77777777" w:rsidR="005D31BC" w:rsidRPr="0073110E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Which Youth programs will you be involved with, and what will your role or roles be?</w:t>
            </w:r>
          </w:p>
          <w:p w14:paraId="23F1950A" w14:textId="77777777" w:rsidR="005D31BC" w:rsidRPr="0073110E" w:rsidRDefault="005D31BC" w:rsidP="00776248">
            <w:pPr>
              <w:rPr>
                <w:sz w:val="20"/>
                <w:szCs w:val="20"/>
              </w:rPr>
            </w:pPr>
          </w:p>
        </w:tc>
      </w:tr>
      <w:tr w:rsidR="005D31BC" w14:paraId="031C0E03" w14:textId="77777777" w:rsidTr="00E92236">
        <w:tc>
          <w:tcPr>
            <w:tcW w:w="2689" w:type="dxa"/>
          </w:tcPr>
          <w:p w14:paraId="4DCA562F" w14:textId="77777777" w:rsidR="005D31BC" w:rsidRPr="00424961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Past involvement with youth</w:t>
            </w:r>
          </w:p>
        </w:tc>
        <w:tc>
          <w:tcPr>
            <w:tcW w:w="7949" w:type="dxa"/>
          </w:tcPr>
          <w:p w14:paraId="665918DF" w14:textId="77777777" w:rsidR="005D31BC" w:rsidRPr="00424961" w:rsidRDefault="005D31BC" w:rsidP="00776248">
            <w:pPr>
              <w:spacing w:after="80"/>
              <w:rPr>
                <w:sz w:val="20"/>
                <w:szCs w:val="20"/>
              </w:rPr>
            </w:pPr>
          </w:p>
        </w:tc>
      </w:tr>
    </w:tbl>
    <w:p w14:paraId="66524B40" w14:textId="77777777" w:rsidR="005D31BC" w:rsidRPr="008D7456" w:rsidRDefault="005D31BC" w:rsidP="005D31BC">
      <w:pPr>
        <w:spacing w:before="120" w:after="0" w:line="240" w:lineRule="auto"/>
        <w:rPr>
          <w:b/>
          <w:sz w:val="20"/>
          <w:szCs w:val="20"/>
        </w:rPr>
      </w:pPr>
      <w:r w:rsidRPr="008D7456">
        <w:rPr>
          <w:b/>
          <w:sz w:val="20"/>
          <w:szCs w:val="20"/>
        </w:rPr>
        <w:t>Personal References (Only one referee may be a Rotarian and none may be family members)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21"/>
        <w:gridCol w:w="851"/>
        <w:gridCol w:w="2267"/>
        <w:gridCol w:w="1690"/>
        <w:gridCol w:w="721"/>
        <w:gridCol w:w="1133"/>
        <w:gridCol w:w="3373"/>
      </w:tblGrid>
      <w:tr w:rsidR="005D31BC" w14:paraId="5A55EB27" w14:textId="77777777" w:rsidTr="00776248">
        <w:tc>
          <w:tcPr>
            <w:tcW w:w="201" w:type="pct"/>
          </w:tcPr>
          <w:p w14:paraId="7E1DBF00" w14:textId="77777777" w:rsidR="005D31BC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99" w:type="pct"/>
            <w:gridSpan w:val="3"/>
          </w:tcPr>
          <w:p w14:paraId="5635514B" w14:textId="77777777" w:rsidR="005D31BC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</w:tc>
        <w:tc>
          <w:tcPr>
            <w:tcW w:w="345" w:type="pct"/>
          </w:tcPr>
          <w:p w14:paraId="567C9278" w14:textId="77777777" w:rsidR="005D31BC" w:rsidRDefault="005D31BC" w:rsidP="00776248">
            <w:pPr>
              <w:spacing w:after="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</w:t>
            </w:r>
          </w:p>
        </w:tc>
        <w:tc>
          <w:tcPr>
            <w:tcW w:w="2155" w:type="pct"/>
            <w:gridSpan w:val="2"/>
          </w:tcPr>
          <w:p w14:paraId="040BF8D6" w14:textId="77777777" w:rsidR="005D31BC" w:rsidRDefault="005D31BC" w:rsidP="00776248">
            <w:pPr>
              <w:spacing w:after="80"/>
              <w:rPr>
                <w:sz w:val="20"/>
                <w:szCs w:val="20"/>
              </w:rPr>
            </w:pPr>
          </w:p>
        </w:tc>
      </w:tr>
      <w:tr w:rsidR="005D31BC" w14:paraId="3BB13E30" w14:textId="77777777" w:rsidTr="00776248">
        <w:tc>
          <w:tcPr>
            <w:tcW w:w="608" w:type="pct"/>
            <w:gridSpan w:val="2"/>
          </w:tcPr>
          <w:p w14:paraId="2D2B26F6" w14:textId="77777777" w:rsidR="005D31BC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Phone</w:t>
            </w:r>
          </w:p>
        </w:tc>
        <w:tc>
          <w:tcPr>
            <w:tcW w:w="1084" w:type="pct"/>
            <w:tcBorders>
              <w:right w:val="nil"/>
            </w:tcBorders>
          </w:tcPr>
          <w:p w14:paraId="6B828581" w14:textId="77777777" w:rsidR="005D31BC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</w:t>
            </w:r>
          </w:p>
        </w:tc>
        <w:tc>
          <w:tcPr>
            <w:tcW w:w="1695" w:type="pct"/>
            <w:gridSpan w:val="3"/>
            <w:tcBorders>
              <w:left w:val="nil"/>
              <w:bottom w:val="nil"/>
              <w:right w:val="nil"/>
            </w:tcBorders>
          </w:tcPr>
          <w:p w14:paraId="0948936A" w14:textId="77777777" w:rsidR="005D31BC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Home</w:t>
            </w:r>
          </w:p>
        </w:tc>
        <w:tc>
          <w:tcPr>
            <w:tcW w:w="1613" w:type="pct"/>
            <w:tcBorders>
              <w:left w:val="nil"/>
            </w:tcBorders>
          </w:tcPr>
          <w:p w14:paraId="404BEC33" w14:textId="77777777" w:rsidR="005D31BC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Mobile</w:t>
            </w:r>
          </w:p>
        </w:tc>
      </w:tr>
      <w:tr w:rsidR="005D31BC" w14:paraId="3D8F5A42" w14:textId="77777777" w:rsidTr="00776248">
        <w:tc>
          <w:tcPr>
            <w:tcW w:w="201" w:type="pct"/>
          </w:tcPr>
          <w:p w14:paraId="19AB933A" w14:textId="77777777" w:rsidR="005D31BC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99" w:type="pct"/>
            <w:gridSpan w:val="3"/>
          </w:tcPr>
          <w:p w14:paraId="663BDF1A" w14:textId="77777777" w:rsidR="005D31BC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</w:tc>
        <w:tc>
          <w:tcPr>
            <w:tcW w:w="345" w:type="pct"/>
          </w:tcPr>
          <w:p w14:paraId="21EAC9C8" w14:textId="77777777" w:rsidR="005D31BC" w:rsidRDefault="005D31BC" w:rsidP="00776248">
            <w:pPr>
              <w:spacing w:after="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</w:t>
            </w:r>
          </w:p>
        </w:tc>
        <w:tc>
          <w:tcPr>
            <w:tcW w:w="2155" w:type="pct"/>
            <w:gridSpan w:val="2"/>
          </w:tcPr>
          <w:p w14:paraId="474BAF42" w14:textId="77777777" w:rsidR="005D31BC" w:rsidRDefault="005D31BC" w:rsidP="00776248">
            <w:pPr>
              <w:spacing w:after="80"/>
              <w:rPr>
                <w:sz w:val="20"/>
                <w:szCs w:val="20"/>
              </w:rPr>
            </w:pPr>
          </w:p>
        </w:tc>
      </w:tr>
      <w:tr w:rsidR="005D31BC" w14:paraId="3BC630B4" w14:textId="77777777" w:rsidTr="00776248">
        <w:tc>
          <w:tcPr>
            <w:tcW w:w="608" w:type="pct"/>
            <w:gridSpan w:val="2"/>
          </w:tcPr>
          <w:p w14:paraId="3F86634E" w14:textId="77777777" w:rsidR="005D31BC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Phone</w:t>
            </w:r>
          </w:p>
        </w:tc>
        <w:tc>
          <w:tcPr>
            <w:tcW w:w="1084" w:type="pct"/>
            <w:tcBorders>
              <w:right w:val="nil"/>
            </w:tcBorders>
          </w:tcPr>
          <w:p w14:paraId="219C6C32" w14:textId="77777777" w:rsidR="005D31BC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</w:t>
            </w:r>
          </w:p>
        </w:tc>
        <w:tc>
          <w:tcPr>
            <w:tcW w:w="1695" w:type="pct"/>
            <w:gridSpan w:val="3"/>
            <w:tcBorders>
              <w:left w:val="nil"/>
              <w:right w:val="nil"/>
            </w:tcBorders>
          </w:tcPr>
          <w:p w14:paraId="08EF913C" w14:textId="77777777" w:rsidR="005D31BC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Home</w:t>
            </w:r>
          </w:p>
        </w:tc>
        <w:tc>
          <w:tcPr>
            <w:tcW w:w="1613" w:type="pct"/>
            <w:tcBorders>
              <w:left w:val="nil"/>
            </w:tcBorders>
          </w:tcPr>
          <w:p w14:paraId="69A360D1" w14:textId="77777777" w:rsidR="005D31BC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Mobile</w:t>
            </w:r>
          </w:p>
        </w:tc>
      </w:tr>
      <w:tr w:rsidR="005D31BC" w14:paraId="54828247" w14:textId="77777777" w:rsidTr="00776248">
        <w:tc>
          <w:tcPr>
            <w:tcW w:w="201" w:type="pct"/>
          </w:tcPr>
          <w:p w14:paraId="3D47501E" w14:textId="77777777" w:rsidR="005D31BC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99" w:type="pct"/>
            <w:gridSpan w:val="3"/>
          </w:tcPr>
          <w:p w14:paraId="73D969DC" w14:textId="77777777" w:rsidR="005D31BC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</w:tc>
        <w:tc>
          <w:tcPr>
            <w:tcW w:w="345" w:type="pct"/>
          </w:tcPr>
          <w:p w14:paraId="76BF0A64" w14:textId="77777777" w:rsidR="005D31BC" w:rsidRDefault="005D31BC" w:rsidP="00776248">
            <w:pPr>
              <w:spacing w:after="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Email</w:t>
            </w:r>
          </w:p>
        </w:tc>
        <w:tc>
          <w:tcPr>
            <w:tcW w:w="2155" w:type="pct"/>
            <w:gridSpan w:val="2"/>
          </w:tcPr>
          <w:p w14:paraId="19FE86B5" w14:textId="77777777" w:rsidR="005D31BC" w:rsidRDefault="005D31BC" w:rsidP="00776248">
            <w:pPr>
              <w:spacing w:after="80"/>
              <w:rPr>
                <w:sz w:val="20"/>
                <w:szCs w:val="20"/>
              </w:rPr>
            </w:pPr>
          </w:p>
        </w:tc>
      </w:tr>
      <w:tr w:rsidR="005D31BC" w14:paraId="37C69551" w14:textId="77777777" w:rsidTr="00776248">
        <w:tc>
          <w:tcPr>
            <w:tcW w:w="608" w:type="pct"/>
            <w:gridSpan w:val="2"/>
          </w:tcPr>
          <w:p w14:paraId="2DCCC44C" w14:textId="77777777" w:rsidR="005D31BC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Phone</w:t>
            </w:r>
          </w:p>
        </w:tc>
        <w:tc>
          <w:tcPr>
            <w:tcW w:w="1084" w:type="pct"/>
            <w:tcBorders>
              <w:right w:val="nil"/>
            </w:tcBorders>
          </w:tcPr>
          <w:p w14:paraId="23935DAB" w14:textId="77777777" w:rsidR="005D31BC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</w:t>
            </w:r>
          </w:p>
        </w:tc>
        <w:tc>
          <w:tcPr>
            <w:tcW w:w="1695" w:type="pct"/>
            <w:gridSpan w:val="3"/>
            <w:tcBorders>
              <w:left w:val="nil"/>
              <w:right w:val="nil"/>
            </w:tcBorders>
          </w:tcPr>
          <w:p w14:paraId="677D3C97" w14:textId="77777777" w:rsidR="005D31BC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Home</w:t>
            </w:r>
          </w:p>
        </w:tc>
        <w:tc>
          <w:tcPr>
            <w:tcW w:w="1613" w:type="pct"/>
            <w:tcBorders>
              <w:left w:val="nil"/>
            </w:tcBorders>
          </w:tcPr>
          <w:p w14:paraId="4A8A5408" w14:textId="77777777" w:rsidR="005D31BC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Mobile</w:t>
            </w:r>
          </w:p>
        </w:tc>
      </w:tr>
    </w:tbl>
    <w:p w14:paraId="585B192B" w14:textId="77777777" w:rsidR="00E92236" w:rsidRDefault="00E92236" w:rsidP="005D31BC">
      <w:pPr>
        <w:spacing w:before="40" w:after="0"/>
        <w:rPr>
          <w:b/>
          <w:sz w:val="20"/>
          <w:szCs w:val="20"/>
        </w:rPr>
      </w:pPr>
    </w:p>
    <w:p w14:paraId="39E1712B" w14:textId="77777777" w:rsidR="005D31BC" w:rsidRPr="008D7456" w:rsidRDefault="005D31BC" w:rsidP="005D31BC">
      <w:pPr>
        <w:spacing w:before="40" w:after="0"/>
        <w:rPr>
          <w:b/>
          <w:sz w:val="20"/>
          <w:szCs w:val="20"/>
        </w:rPr>
      </w:pPr>
      <w:r w:rsidRPr="008D7456">
        <w:rPr>
          <w:b/>
          <w:sz w:val="20"/>
          <w:szCs w:val="20"/>
        </w:rPr>
        <w:t>Police Check and Criminal History</w:t>
      </w:r>
    </w:p>
    <w:tbl>
      <w:tblPr>
        <w:tblStyle w:val="TableGrid"/>
        <w:tblW w:w="10728" w:type="dxa"/>
        <w:tblLook w:val="04A0" w:firstRow="1" w:lastRow="0" w:firstColumn="1" w:lastColumn="0" w:noHBand="0" w:noVBand="1"/>
      </w:tblPr>
      <w:tblGrid>
        <w:gridCol w:w="3618"/>
        <w:gridCol w:w="2880"/>
        <w:gridCol w:w="1350"/>
        <w:gridCol w:w="1800"/>
        <w:gridCol w:w="1080"/>
      </w:tblGrid>
      <w:tr w:rsidR="005D31BC" w14:paraId="0D213DED" w14:textId="77777777" w:rsidTr="00E92236">
        <w:tc>
          <w:tcPr>
            <w:tcW w:w="3618" w:type="dxa"/>
          </w:tcPr>
          <w:p w14:paraId="18BF63B4" w14:textId="77777777" w:rsidR="005D31BC" w:rsidRPr="00424961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Working with Children Card Number</w:t>
            </w:r>
          </w:p>
        </w:tc>
        <w:tc>
          <w:tcPr>
            <w:tcW w:w="2880" w:type="dxa"/>
          </w:tcPr>
          <w:p w14:paraId="0160A525" w14:textId="77777777" w:rsidR="005D31BC" w:rsidRPr="00424961" w:rsidRDefault="005D31BC" w:rsidP="00776248">
            <w:pPr>
              <w:spacing w:after="80"/>
              <w:rPr>
                <w:sz w:val="20"/>
                <w:szCs w:val="20"/>
              </w:rPr>
            </w:pPr>
          </w:p>
        </w:tc>
        <w:tc>
          <w:tcPr>
            <w:tcW w:w="1350" w:type="dxa"/>
          </w:tcPr>
          <w:p w14:paraId="73AC2B1E" w14:textId="77777777" w:rsidR="005D31BC" w:rsidRPr="00424961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Expiry Date</w:t>
            </w:r>
          </w:p>
        </w:tc>
        <w:tc>
          <w:tcPr>
            <w:tcW w:w="2880" w:type="dxa"/>
            <w:gridSpan w:val="2"/>
          </w:tcPr>
          <w:p w14:paraId="2EFF2453" w14:textId="77777777" w:rsidR="005D31BC" w:rsidRPr="00424961" w:rsidRDefault="005D31BC" w:rsidP="00776248">
            <w:pPr>
              <w:spacing w:after="80"/>
              <w:rPr>
                <w:sz w:val="20"/>
                <w:szCs w:val="20"/>
              </w:rPr>
            </w:pPr>
          </w:p>
        </w:tc>
      </w:tr>
      <w:tr w:rsidR="005D31BC" w14:paraId="08DFB12C" w14:textId="77777777" w:rsidTr="00E92236">
        <w:trPr>
          <w:trHeight w:val="1803"/>
        </w:trPr>
        <w:tc>
          <w:tcPr>
            <w:tcW w:w="9648" w:type="dxa"/>
            <w:gridSpan w:val="4"/>
          </w:tcPr>
          <w:p w14:paraId="4F51624C" w14:textId="77777777" w:rsidR="005D31BC" w:rsidRDefault="005D31BC" w:rsidP="00776248">
            <w:pPr>
              <w:spacing w:before="80" w:after="80"/>
              <w:rPr>
                <w:sz w:val="20"/>
                <w:szCs w:val="20"/>
              </w:rPr>
            </w:pPr>
            <w:r w:rsidRPr="00A50D68">
              <w:rPr>
                <w:sz w:val="20"/>
                <w:szCs w:val="20"/>
              </w:rPr>
              <w:t>Have you ever been charged with or been found guilty of charges involving sexual, physical, or verbal abuse, including but not limited to domestic violence or intervention orders</w:t>
            </w:r>
            <w:r>
              <w:rPr>
                <w:sz w:val="20"/>
                <w:szCs w:val="20"/>
              </w:rPr>
              <w:t>.</w:t>
            </w:r>
          </w:p>
          <w:p w14:paraId="0034D61B" w14:textId="77777777" w:rsidR="005D31BC" w:rsidRDefault="005D31BC" w:rsidP="00776248">
            <w:p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yes, please explain. Also indicate date(s) of incident(s) and the Country and State in which each occurred (attach a separate sheet, if needed).</w:t>
            </w:r>
          </w:p>
          <w:p w14:paraId="06066AC8" w14:textId="77777777" w:rsidR="005D31BC" w:rsidRPr="00A50D68" w:rsidRDefault="005D31BC" w:rsidP="00776248">
            <w:pPr>
              <w:spacing w:before="80"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Charges that resulted in a diversion should be recorded, as should the final outcome of any intervention order applications that might have been made against you.</w:t>
            </w:r>
          </w:p>
        </w:tc>
        <w:tc>
          <w:tcPr>
            <w:tcW w:w="1080" w:type="dxa"/>
          </w:tcPr>
          <w:p w14:paraId="3F3B2B23" w14:textId="77777777" w:rsidR="005D31BC" w:rsidRDefault="005D31BC" w:rsidP="00776248">
            <w:pPr>
              <w:spacing w:befor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Yes (   )     </w:t>
            </w:r>
          </w:p>
          <w:p w14:paraId="5BF2B391" w14:textId="77777777" w:rsidR="005D31BC" w:rsidRPr="00424961" w:rsidRDefault="005D31BC" w:rsidP="00776248">
            <w:pPr>
              <w:spacing w:befor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(   )</w:t>
            </w:r>
          </w:p>
        </w:tc>
      </w:tr>
    </w:tbl>
    <w:p w14:paraId="089CA341" w14:textId="77777777" w:rsidR="005D31BC" w:rsidRPr="00424961" w:rsidRDefault="005D31BC" w:rsidP="005D31BC">
      <w:pPr>
        <w:rPr>
          <w:sz w:val="20"/>
          <w:szCs w:val="20"/>
        </w:rPr>
      </w:pPr>
    </w:p>
    <w:tbl>
      <w:tblPr>
        <w:tblStyle w:val="TableGrid"/>
        <w:tblW w:w="10728" w:type="dxa"/>
        <w:tblLook w:val="04A0" w:firstRow="1" w:lastRow="0" w:firstColumn="1" w:lastColumn="0" w:noHBand="0" w:noVBand="1"/>
      </w:tblPr>
      <w:tblGrid>
        <w:gridCol w:w="1838"/>
        <w:gridCol w:w="3333"/>
        <w:gridCol w:w="3188"/>
        <w:gridCol w:w="2369"/>
      </w:tblGrid>
      <w:tr w:rsidR="005D31BC" w14:paraId="2A16B9F4" w14:textId="77777777" w:rsidTr="00E92236">
        <w:tc>
          <w:tcPr>
            <w:tcW w:w="10728" w:type="dxa"/>
            <w:gridSpan w:val="4"/>
          </w:tcPr>
          <w:p w14:paraId="7C2FA5EA" w14:textId="77777777" w:rsidR="005D31BC" w:rsidRDefault="005D31BC" w:rsidP="00776248">
            <w:pPr>
              <w:spacing w:before="80"/>
              <w:rPr>
                <w:i/>
                <w:sz w:val="20"/>
                <w:szCs w:val="20"/>
              </w:rPr>
            </w:pPr>
            <w:r w:rsidRPr="00E935EE">
              <w:rPr>
                <w:i/>
                <w:sz w:val="20"/>
                <w:szCs w:val="20"/>
              </w:rPr>
              <w:t>I certify the following:</w:t>
            </w:r>
          </w:p>
          <w:p w14:paraId="4AFCEFC7" w14:textId="77777777" w:rsidR="00895520" w:rsidRPr="00E935EE" w:rsidRDefault="00895520" w:rsidP="00776248">
            <w:pPr>
              <w:spacing w:before="80"/>
              <w:rPr>
                <w:i/>
                <w:sz w:val="20"/>
                <w:szCs w:val="20"/>
              </w:rPr>
            </w:pPr>
          </w:p>
          <w:p w14:paraId="6487832D" w14:textId="77777777" w:rsidR="005D31BC" w:rsidRPr="00E935EE" w:rsidRDefault="005D31BC" w:rsidP="005D31B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</w:t>
            </w:r>
            <w:r w:rsidRPr="00E935EE">
              <w:rPr>
                <w:sz w:val="20"/>
                <w:szCs w:val="20"/>
              </w:rPr>
              <w:t>statements and information given on this form are true and correc</w:t>
            </w:r>
            <w:r>
              <w:rPr>
                <w:sz w:val="20"/>
                <w:szCs w:val="20"/>
              </w:rPr>
              <w:t>t</w:t>
            </w:r>
            <w:r w:rsidRPr="00E935EE">
              <w:rPr>
                <w:sz w:val="20"/>
                <w:szCs w:val="20"/>
              </w:rPr>
              <w:t>.</w:t>
            </w:r>
          </w:p>
          <w:p w14:paraId="3DC0460A" w14:textId="77777777" w:rsidR="005D31BC" w:rsidRDefault="005D31BC" w:rsidP="005D31B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935EE">
              <w:rPr>
                <w:sz w:val="20"/>
                <w:szCs w:val="20"/>
              </w:rPr>
              <w:t xml:space="preserve">I have contacted my </w:t>
            </w:r>
            <w:r>
              <w:rPr>
                <w:sz w:val="20"/>
                <w:szCs w:val="20"/>
              </w:rPr>
              <w:t>referees and all are happy for *</w:t>
            </w:r>
            <w:r w:rsidRPr="00E935EE">
              <w:rPr>
                <w:sz w:val="20"/>
                <w:szCs w:val="20"/>
              </w:rPr>
              <w:t>Rotary to contact them</w:t>
            </w:r>
          </w:p>
          <w:p w14:paraId="144BCEAB" w14:textId="77777777" w:rsidR="005D31BC" w:rsidRPr="00E935EE" w:rsidRDefault="005D31BC" w:rsidP="005D31B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935EE">
              <w:rPr>
                <w:sz w:val="20"/>
                <w:szCs w:val="20"/>
              </w:rPr>
              <w:t xml:space="preserve">I give my full permission for any of the </w:t>
            </w:r>
            <w:r>
              <w:rPr>
                <w:sz w:val="20"/>
                <w:szCs w:val="20"/>
              </w:rPr>
              <w:t>referees listed above t</w:t>
            </w:r>
            <w:r w:rsidRPr="00E935EE">
              <w:rPr>
                <w:sz w:val="20"/>
                <w:szCs w:val="20"/>
              </w:rPr>
              <w:t xml:space="preserve">o be contacted </w:t>
            </w:r>
            <w:r>
              <w:rPr>
                <w:sz w:val="20"/>
                <w:szCs w:val="20"/>
              </w:rPr>
              <w:t xml:space="preserve">by *Rotary </w:t>
            </w:r>
            <w:r w:rsidRPr="00E935EE">
              <w:rPr>
                <w:sz w:val="20"/>
                <w:szCs w:val="20"/>
              </w:rPr>
              <w:t>to confirm my suitability as a Youth Program Volunteer.</w:t>
            </w:r>
          </w:p>
          <w:p w14:paraId="3B443237" w14:textId="77777777" w:rsidR="005D31BC" w:rsidRDefault="005D31BC" w:rsidP="005D31B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935EE">
              <w:rPr>
                <w:sz w:val="20"/>
                <w:szCs w:val="20"/>
              </w:rPr>
              <w:t xml:space="preserve">I agree to abide unreservedly by </w:t>
            </w:r>
            <w:r>
              <w:rPr>
                <w:sz w:val="20"/>
                <w:szCs w:val="20"/>
              </w:rPr>
              <w:t>*</w:t>
            </w:r>
            <w:r w:rsidRPr="00E935EE">
              <w:rPr>
                <w:sz w:val="20"/>
                <w:szCs w:val="20"/>
              </w:rPr>
              <w:t>Rotary</w:t>
            </w:r>
            <w:r>
              <w:rPr>
                <w:sz w:val="20"/>
                <w:szCs w:val="20"/>
              </w:rPr>
              <w:t xml:space="preserve">’s decision as </w:t>
            </w:r>
            <w:r w:rsidRPr="00E935EE">
              <w:rPr>
                <w:sz w:val="20"/>
                <w:szCs w:val="20"/>
              </w:rPr>
              <w:t>to my suitability as a Youth Program Volunteer</w:t>
            </w:r>
            <w:r>
              <w:rPr>
                <w:sz w:val="20"/>
                <w:szCs w:val="20"/>
              </w:rPr>
              <w:t xml:space="preserve"> in *Rotary programs</w:t>
            </w:r>
            <w:r w:rsidRPr="00E935EE">
              <w:rPr>
                <w:sz w:val="20"/>
                <w:szCs w:val="20"/>
              </w:rPr>
              <w:t>.</w:t>
            </w:r>
          </w:p>
          <w:p w14:paraId="42473562" w14:textId="77777777" w:rsidR="005D31BC" w:rsidRDefault="005D31BC" w:rsidP="005D31B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acknowledge that (copies of) this form and the results of *Rotary’s enquires will be held by the manager of any program for which I volunteer and by the District.</w:t>
            </w:r>
          </w:p>
          <w:p w14:paraId="40D7BC6E" w14:textId="77777777" w:rsidR="00A43F92" w:rsidRDefault="00A43F92" w:rsidP="00A43F92">
            <w:pPr>
              <w:pStyle w:val="ListParagraph"/>
              <w:ind w:left="360"/>
              <w:rPr>
                <w:sz w:val="20"/>
                <w:szCs w:val="20"/>
              </w:rPr>
            </w:pPr>
          </w:p>
          <w:p w14:paraId="2F649AE8" w14:textId="77777777" w:rsidR="005D31BC" w:rsidRDefault="005D31BC" w:rsidP="00776248">
            <w:pPr>
              <w:spacing w:before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*For these purposes Rotary means the Rotary Club or District for which this form i</w:t>
            </w:r>
            <w:r w:rsidR="00895520">
              <w:rPr>
                <w:sz w:val="20"/>
                <w:szCs w:val="20"/>
              </w:rPr>
              <w:t>s submitted</w:t>
            </w:r>
            <w:r>
              <w:rPr>
                <w:sz w:val="20"/>
                <w:szCs w:val="20"/>
              </w:rPr>
              <w:t xml:space="preserve"> and any other Club or District that conducts a Youth Program for which I volunteer either now or in the future.</w:t>
            </w:r>
          </w:p>
          <w:p w14:paraId="4197930B" w14:textId="77777777" w:rsidR="005D31BC" w:rsidRPr="00E935EE" w:rsidRDefault="005D31BC" w:rsidP="00776248">
            <w:pPr>
              <w:rPr>
                <w:sz w:val="20"/>
                <w:szCs w:val="20"/>
              </w:rPr>
            </w:pPr>
          </w:p>
          <w:p w14:paraId="6EF0E1E3" w14:textId="77777777" w:rsidR="005D31BC" w:rsidRPr="004C722C" w:rsidRDefault="005D31BC" w:rsidP="00776248">
            <w:pPr>
              <w:rPr>
                <w:b/>
                <w:sz w:val="20"/>
                <w:szCs w:val="20"/>
              </w:rPr>
            </w:pPr>
            <w:r w:rsidRPr="004C722C">
              <w:rPr>
                <w:b/>
                <w:sz w:val="20"/>
                <w:szCs w:val="20"/>
              </w:rPr>
              <w:t>I have read and understood the above declaration and sign this form voluntarily.</w:t>
            </w:r>
          </w:p>
        </w:tc>
      </w:tr>
      <w:tr w:rsidR="005D31BC" w14:paraId="76BBE8F2" w14:textId="77777777" w:rsidTr="00E92236">
        <w:tc>
          <w:tcPr>
            <w:tcW w:w="1838" w:type="dxa"/>
          </w:tcPr>
          <w:p w14:paraId="44E87C1D" w14:textId="77777777" w:rsidR="005D31BC" w:rsidRPr="00424961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Applicant</w:t>
            </w:r>
          </w:p>
        </w:tc>
        <w:tc>
          <w:tcPr>
            <w:tcW w:w="3333" w:type="dxa"/>
          </w:tcPr>
          <w:p w14:paraId="25EE4066" w14:textId="77777777" w:rsidR="005D31BC" w:rsidRPr="00424961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</w:tc>
        <w:tc>
          <w:tcPr>
            <w:tcW w:w="3188" w:type="dxa"/>
          </w:tcPr>
          <w:p w14:paraId="4029570E" w14:textId="77777777" w:rsidR="005D31BC" w:rsidRPr="00424961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</w:t>
            </w:r>
          </w:p>
        </w:tc>
        <w:tc>
          <w:tcPr>
            <w:tcW w:w="2369" w:type="dxa"/>
          </w:tcPr>
          <w:p w14:paraId="0CFD914D" w14:textId="77777777" w:rsidR="005D31BC" w:rsidRPr="00424961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</w:tr>
      <w:tr w:rsidR="005D31BC" w14:paraId="3545DBBF" w14:textId="77777777" w:rsidTr="00E92236">
        <w:tc>
          <w:tcPr>
            <w:tcW w:w="1838" w:type="dxa"/>
          </w:tcPr>
          <w:p w14:paraId="21E4920A" w14:textId="77777777" w:rsidR="005D31BC" w:rsidRPr="00424961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Rotary Witness</w:t>
            </w:r>
          </w:p>
        </w:tc>
        <w:tc>
          <w:tcPr>
            <w:tcW w:w="3333" w:type="dxa"/>
          </w:tcPr>
          <w:p w14:paraId="58C34281" w14:textId="77777777" w:rsidR="005D31BC" w:rsidRPr="00424961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</w:tc>
        <w:tc>
          <w:tcPr>
            <w:tcW w:w="3188" w:type="dxa"/>
          </w:tcPr>
          <w:p w14:paraId="55DB2388" w14:textId="77777777" w:rsidR="005D31BC" w:rsidRPr="00424961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</w:t>
            </w:r>
          </w:p>
        </w:tc>
        <w:tc>
          <w:tcPr>
            <w:tcW w:w="2369" w:type="dxa"/>
          </w:tcPr>
          <w:p w14:paraId="52EEFBFC" w14:textId="77777777" w:rsidR="005D31BC" w:rsidRPr="00424961" w:rsidRDefault="005D31BC" w:rsidP="00776248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</w:tr>
    </w:tbl>
    <w:p w14:paraId="540C0920" w14:textId="77777777" w:rsidR="001461F6" w:rsidRDefault="001461F6" w:rsidP="001461F6">
      <w:pPr>
        <w:jc w:val="center"/>
      </w:pPr>
    </w:p>
    <w:p w14:paraId="6CC6E930" w14:textId="77777777" w:rsidR="001461F6" w:rsidRDefault="001461F6" w:rsidP="001461F6">
      <w:pPr>
        <w:jc w:val="center"/>
        <w:rPr>
          <w:sz w:val="40"/>
          <w:szCs w:val="40"/>
        </w:rPr>
      </w:pPr>
    </w:p>
    <w:p w14:paraId="25ECCB1A" w14:textId="77777777" w:rsidR="001461F6" w:rsidRDefault="001461F6" w:rsidP="001461F6">
      <w:pPr>
        <w:jc w:val="center"/>
        <w:rPr>
          <w:sz w:val="40"/>
          <w:szCs w:val="40"/>
        </w:rPr>
      </w:pPr>
      <w:r w:rsidRPr="002F751F">
        <w:rPr>
          <w:sz w:val="40"/>
          <w:szCs w:val="40"/>
        </w:rPr>
        <w:t>Definitions</w:t>
      </w:r>
    </w:p>
    <w:p w14:paraId="0838773F" w14:textId="77777777" w:rsidR="001461F6" w:rsidRDefault="001461F6" w:rsidP="001461F6">
      <w:pPr>
        <w:jc w:val="center"/>
        <w:rPr>
          <w:sz w:val="40"/>
          <w:szCs w:val="40"/>
        </w:rPr>
      </w:pPr>
    </w:p>
    <w:p w14:paraId="79435458" w14:textId="77777777" w:rsidR="001461F6" w:rsidRDefault="001461F6" w:rsidP="001461F6">
      <w:pPr>
        <w:jc w:val="both"/>
        <w:rPr>
          <w:b/>
          <w:sz w:val="24"/>
          <w:szCs w:val="24"/>
        </w:rPr>
      </w:pPr>
      <w:r w:rsidRPr="002F751F">
        <w:rPr>
          <w:b/>
          <w:sz w:val="24"/>
          <w:szCs w:val="24"/>
        </w:rPr>
        <w:t>Volunteer</w:t>
      </w:r>
    </w:p>
    <w:p w14:paraId="2707B778" w14:textId="77777777" w:rsidR="001461F6" w:rsidRPr="00686E90" w:rsidRDefault="001461F6" w:rsidP="001461F6">
      <w:pPr>
        <w:jc w:val="both"/>
        <w:rPr>
          <w:sz w:val="24"/>
          <w:szCs w:val="24"/>
        </w:rPr>
      </w:pPr>
      <w:r w:rsidRPr="00686E90">
        <w:rPr>
          <w:sz w:val="24"/>
          <w:szCs w:val="24"/>
        </w:rPr>
        <w:t xml:space="preserve">A </w:t>
      </w:r>
      <w:r w:rsidRPr="00686E90">
        <w:rPr>
          <w:bCs/>
          <w:sz w:val="24"/>
          <w:szCs w:val="24"/>
        </w:rPr>
        <w:t>Volunteer</w:t>
      </w:r>
      <w:r w:rsidRPr="00686E90">
        <w:rPr>
          <w:sz w:val="24"/>
          <w:szCs w:val="24"/>
        </w:rPr>
        <w:t xml:space="preserve"> is any adult involved with </w:t>
      </w:r>
      <w:r w:rsidRPr="00F75E3C">
        <w:rPr>
          <w:b/>
          <w:sz w:val="24"/>
          <w:szCs w:val="24"/>
        </w:rPr>
        <w:t>Rotary Youth Program</w:t>
      </w:r>
      <w:r w:rsidRPr="00686E90">
        <w:rPr>
          <w:sz w:val="24"/>
          <w:szCs w:val="24"/>
        </w:rPr>
        <w:t xml:space="preserve"> activities that has direct interactions either supervised or unsupervised with youths/students.</w:t>
      </w:r>
    </w:p>
    <w:p w14:paraId="6E16480A" w14:textId="77777777" w:rsidR="001461F6" w:rsidRPr="00686E90" w:rsidRDefault="001461F6" w:rsidP="001461F6">
      <w:pPr>
        <w:jc w:val="both"/>
        <w:rPr>
          <w:sz w:val="24"/>
          <w:szCs w:val="24"/>
        </w:rPr>
      </w:pPr>
      <w:r w:rsidRPr="00686E90">
        <w:rPr>
          <w:bCs/>
          <w:sz w:val="24"/>
          <w:szCs w:val="24"/>
        </w:rPr>
        <w:t xml:space="preserve">Volunteers </w:t>
      </w:r>
      <w:r w:rsidRPr="00686E90">
        <w:rPr>
          <w:sz w:val="24"/>
          <w:szCs w:val="24"/>
        </w:rPr>
        <w:t xml:space="preserve">include among others:  </w:t>
      </w:r>
    </w:p>
    <w:p w14:paraId="67D6927A" w14:textId="77777777" w:rsidR="001461F6" w:rsidRPr="00686E90" w:rsidRDefault="001461F6" w:rsidP="001461F6">
      <w:pPr>
        <w:jc w:val="both"/>
        <w:rPr>
          <w:sz w:val="24"/>
          <w:szCs w:val="24"/>
        </w:rPr>
      </w:pPr>
      <w:r w:rsidRPr="00686E90">
        <w:rPr>
          <w:sz w:val="24"/>
          <w:szCs w:val="24"/>
        </w:rPr>
        <w:t xml:space="preserve">Club and district Youth Exchange officers and committee members, Rotarian Counsellors, Rotarians and non-Rotarians, their spouses and partners who host youth/students for activities or outings, or who might drive youth /students to events or functions; and host parents and other adult residents of the host home, including siblings and other family members. </w:t>
      </w:r>
    </w:p>
    <w:p w14:paraId="2DBE536C" w14:textId="77777777" w:rsidR="001461F6" w:rsidRDefault="001461F6" w:rsidP="001461F6">
      <w:pPr>
        <w:jc w:val="both"/>
        <w:rPr>
          <w:sz w:val="24"/>
          <w:szCs w:val="24"/>
        </w:rPr>
      </w:pPr>
      <w:r w:rsidRPr="00686E90">
        <w:rPr>
          <w:sz w:val="24"/>
          <w:szCs w:val="24"/>
        </w:rPr>
        <w:t xml:space="preserve">This person will have been police checked or formally reference </w:t>
      </w:r>
      <w:r w:rsidR="00F75E3C">
        <w:rPr>
          <w:sz w:val="24"/>
          <w:szCs w:val="24"/>
        </w:rPr>
        <w:t>checked in accordance with the S</w:t>
      </w:r>
      <w:r w:rsidRPr="00686E90">
        <w:rPr>
          <w:sz w:val="24"/>
          <w:szCs w:val="24"/>
        </w:rPr>
        <w:t xml:space="preserve">tate or Territory legislation. </w:t>
      </w:r>
    </w:p>
    <w:p w14:paraId="79932ECC" w14:textId="77777777" w:rsidR="001461F6" w:rsidRDefault="001461F6" w:rsidP="001461F6">
      <w:pPr>
        <w:rPr>
          <w:sz w:val="24"/>
          <w:szCs w:val="24"/>
        </w:rPr>
      </w:pPr>
    </w:p>
    <w:p w14:paraId="1E773CC6" w14:textId="77777777" w:rsidR="001461F6" w:rsidRDefault="001461F6" w:rsidP="001461F6">
      <w:pPr>
        <w:jc w:val="both"/>
        <w:rPr>
          <w:b/>
          <w:sz w:val="24"/>
          <w:szCs w:val="24"/>
        </w:rPr>
      </w:pPr>
      <w:r w:rsidRPr="00686E90">
        <w:rPr>
          <w:b/>
          <w:sz w:val="24"/>
          <w:szCs w:val="24"/>
        </w:rPr>
        <w:t>Responsible Adult</w:t>
      </w:r>
    </w:p>
    <w:p w14:paraId="5F634AB9" w14:textId="77777777" w:rsidR="001461F6" w:rsidRPr="00686E90" w:rsidRDefault="001461F6" w:rsidP="001461F6">
      <w:pPr>
        <w:spacing w:before="144"/>
        <w:jc w:val="both"/>
        <w:rPr>
          <w:rFonts w:cstheme="minorHAnsi"/>
          <w:spacing w:val="-6"/>
          <w:sz w:val="24"/>
          <w:szCs w:val="24"/>
        </w:rPr>
      </w:pPr>
      <w:r w:rsidRPr="00686E90">
        <w:rPr>
          <w:rFonts w:cstheme="minorHAnsi"/>
          <w:b/>
          <w:bCs/>
          <w:spacing w:val="-6"/>
          <w:sz w:val="24"/>
          <w:szCs w:val="24"/>
        </w:rPr>
        <w:t> </w:t>
      </w:r>
      <w:r w:rsidRPr="00686E90">
        <w:rPr>
          <w:rFonts w:cstheme="minorHAnsi"/>
          <w:bCs/>
          <w:spacing w:val="-6"/>
          <w:sz w:val="24"/>
          <w:szCs w:val="24"/>
        </w:rPr>
        <w:t>A responsible adult</w:t>
      </w:r>
      <w:r w:rsidRPr="00686E90">
        <w:rPr>
          <w:rFonts w:cstheme="minorHAnsi"/>
          <w:spacing w:val="-6"/>
          <w:sz w:val="24"/>
          <w:szCs w:val="24"/>
        </w:rPr>
        <w:t xml:space="preserve"> is any adult who, in a family or group situation for a short period of time, is responsible for caring for a youth/student.</w:t>
      </w:r>
      <w:r>
        <w:rPr>
          <w:rFonts w:cstheme="minorHAnsi"/>
          <w:spacing w:val="-6"/>
          <w:sz w:val="24"/>
          <w:szCs w:val="24"/>
        </w:rPr>
        <w:t xml:space="preserve"> </w:t>
      </w:r>
      <w:r w:rsidRPr="00686E90">
        <w:rPr>
          <w:rFonts w:cstheme="minorHAnsi"/>
          <w:spacing w:val="-9"/>
          <w:sz w:val="24"/>
          <w:szCs w:val="24"/>
        </w:rPr>
        <w:t>This person shall be in a position to offer the youth/student an educational, cultural</w:t>
      </w:r>
      <w:r w:rsidRPr="00686E90">
        <w:rPr>
          <w:rFonts w:cstheme="minorHAnsi"/>
          <w:spacing w:val="-5"/>
          <w:sz w:val="24"/>
          <w:szCs w:val="24"/>
        </w:rPr>
        <w:t>, or recreational experience.</w:t>
      </w:r>
    </w:p>
    <w:p w14:paraId="7F369064" w14:textId="77777777" w:rsidR="001461F6" w:rsidRPr="00686E90" w:rsidRDefault="001461F6" w:rsidP="001461F6">
      <w:pPr>
        <w:spacing w:before="108" w:line="276" w:lineRule="auto"/>
        <w:ind w:right="216"/>
        <w:jc w:val="both"/>
        <w:rPr>
          <w:rFonts w:cstheme="minorHAnsi"/>
          <w:spacing w:val="-6"/>
          <w:sz w:val="24"/>
          <w:szCs w:val="24"/>
        </w:rPr>
      </w:pPr>
      <w:r w:rsidRPr="00686E90">
        <w:rPr>
          <w:rFonts w:cstheme="minorHAnsi"/>
          <w:spacing w:val="-6"/>
          <w:sz w:val="24"/>
          <w:szCs w:val="24"/>
        </w:rPr>
        <w:t xml:space="preserve">This person will not have been police checked or formally reference checked, </w:t>
      </w:r>
      <w:r w:rsidRPr="00686E90">
        <w:rPr>
          <w:rFonts w:cstheme="minorHAnsi"/>
          <w:spacing w:val="-10"/>
          <w:sz w:val="24"/>
          <w:szCs w:val="24"/>
        </w:rPr>
        <w:t>because either there was insufficient time to do so before the experience, or the experience</w:t>
      </w:r>
      <w:r w:rsidRPr="00686E90">
        <w:rPr>
          <w:rFonts w:cstheme="minorHAnsi"/>
          <w:spacing w:val="-6"/>
          <w:sz w:val="24"/>
          <w:szCs w:val="24"/>
        </w:rPr>
        <w:t xml:space="preserve"> is such that there is virtually no opportunity for misconduct to occur.</w:t>
      </w:r>
      <w:r w:rsidR="00F75E3C">
        <w:rPr>
          <w:rFonts w:cstheme="minorHAnsi"/>
          <w:spacing w:val="-6"/>
          <w:sz w:val="24"/>
          <w:szCs w:val="24"/>
        </w:rPr>
        <w:t xml:space="preserve"> </w:t>
      </w:r>
      <w:r w:rsidR="00F75E3C">
        <w:rPr>
          <w:rFonts w:cstheme="minorHAnsi"/>
          <w:b/>
          <w:bCs/>
          <w:spacing w:val="-6"/>
          <w:sz w:val="24"/>
          <w:szCs w:val="24"/>
        </w:rPr>
        <w:t>(Any police check required by State or Territory legislation should be carried out)</w:t>
      </w:r>
    </w:p>
    <w:p w14:paraId="6B4E4FD3" w14:textId="77777777" w:rsidR="001461F6" w:rsidRDefault="001461F6" w:rsidP="001461F6">
      <w:pPr>
        <w:spacing w:before="108" w:after="108" w:line="276" w:lineRule="auto"/>
        <w:ind w:right="144"/>
        <w:jc w:val="both"/>
        <w:rPr>
          <w:rFonts w:cstheme="minorHAnsi"/>
          <w:b/>
          <w:bCs/>
          <w:spacing w:val="-6"/>
          <w:sz w:val="24"/>
          <w:szCs w:val="24"/>
        </w:rPr>
      </w:pPr>
      <w:r w:rsidRPr="00686E90">
        <w:rPr>
          <w:rFonts w:cstheme="minorHAnsi"/>
          <w:spacing w:val="-5"/>
          <w:sz w:val="24"/>
          <w:szCs w:val="24"/>
        </w:rPr>
        <w:t xml:space="preserve">The youth/student's host family and/or club counsellor needs to be satisfied, in </w:t>
      </w:r>
      <w:r w:rsidRPr="00686E90">
        <w:rPr>
          <w:rFonts w:cstheme="minorHAnsi"/>
          <w:spacing w:val="-3"/>
          <w:sz w:val="24"/>
          <w:szCs w:val="24"/>
        </w:rPr>
        <w:t xml:space="preserve">the same way a conscientious parent would be satisfied, that this person is </w:t>
      </w:r>
      <w:r w:rsidRPr="00686E90">
        <w:rPr>
          <w:rFonts w:cstheme="minorHAnsi"/>
          <w:spacing w:val="-8"/>
          <w:sz w:val="24"/>
          <w:szCs w:val="24"/>
        </w:rPr>
        <w:t xml:space="preserve">suitable for their own underage son or daughter to stay with for a short period of </w:t>
      </w:r>
      <w:r w:rsidRPr="00686E90">
        <w:rPr>
          <w:rFonts w:cstheme="minorHAnsi"/>
          <w:sz w:val="24"/>
          <w:szCs w:val="24"/>
        </w:rPr>
        <w:t>time.</w:t>
      </w:r>
      <w:r w:rsidRPr="00686E90">
        <w:rPr>
          <w:rFonts w:cstheme="minorHAnsi"/>
          <w:b/>
          <w:bCs/>
          <w:spacing w:val="-6"/>
          <w:sz w:val="24"/>
          <w:szCs w:val="24"/>
        </w:rPr>
        <w:t xml:space="preserve">    </w:t>
      </w:r>
    </w:p>
    <w:p w14:paraId="36594977" w14:textId="77777777" w:rsidR="001461F6" w:rsidRDefault="001461F6" w:rsidP="001461F6">
      <w:pPr>
        <w:spacing w:before="108" w:after="108" w:line="276" w:lineRule="auto"/>
        <w:ind w:right="144"/>
        <w:jc w:val="both"/>
        <w:rPr>
          <w:rFonts w:cstheme="minorHAnsi"/>
          <w:b/>
          <w:bCs/>
          <w:spacing w:val="-6"/>
          <w:sz w:val="24"/>
          <w:szCs w:val="24"/>
        </w:rPr>
      </w:pPr>
    </w:p>
    <w:p w14:paraId="1A641ECB" w14:textId="77777777" w:rsidR="001461F6" w:rsidRDefault="001461F6" w:rsidP="001461F6">
      <w:pPr>
        <w:spacing w:before="108" w:after="108" w:line="276" w:lineRule="auto"/>
        <w:ind w:right="144"/>
        <w:jc w:val="both"/>
        <w:rPr>
          <w:rFonts w:cstheme="minorHAnsi"/>
          <w:b/>
          <w:bCs/>
          <w:spacing w:val="-6"/>
          <w:sz w:val="24"/>
          <w:szCs w:val="24"/>
        </w:rPr>
      </w:pPr>
    </w:p>
    <w:p w14:paraId="0DFE0CF1" w14:textId="77777777" w:rsidR="001461F6" w:rsidRDefault="001461F6" w:rsidP="001461F6">
      <w:pPr>
        <w:spacing w:before="108" w:after="108" w:line="276" w:lineRule="auto"/>
        <w:ind w:right="144"/>
        <w:jc w:val="both"/>
        <w:rPr>
          <w:rFonts w:cstheme="minorHAnsi"/>
          <w:b/>
          <w:bCs/>
          <w:spacing w:val="-6"/>
          <w:sz w:val="24"/>
          <w:szCs w:val="24"/>
        </w:rPr>
      </w:pPr>
    </w:p>
    <w:p w14:paraId="6643400E" w14:textId="77777777" w:rsidR="001461F6" w:rsidRDefault="001461F6" w:rsidP="001461F6">
      <w:pPr>
        <w:spacing w:before="108" w:after="108" w:line="276" w:lineRule="auto"/>
        <w:ind w:right="144"/>
        <w:jc w:val="both"/>
        <w:rPr>
          <w:rFonts w:cstheme="minorHAnsi"/>
          <w:b/>
          <w:bCs/>
          <w:spacing w:val="-6"/>
          <w:sz w:val="24"/>
          <w:szCs w:val="24"/>
        </w:rPr>
      </w:pPr>
    </w:p>
    <w:p w14:paraId="3CFD565E" w14:textId="77777777" w:rsidR="001461F6" w:rsidRDefault="001461F6" w:rsidP="001461F6">
      <w:pPr>
        <w:spacing w:before="108" w:after="108" w:line="276" w:lineRule="auto"/>
        <w:ind w:right="144"/>
        <w:jc w:val="both"/>
        <w:rPr>
          <w:rFonts w:cstheme="minorHAnsi"/>
          <w:b/>
          <w:bCs/>
          <w:spacing w:val="-6"/>
          <w:sz w:val="24"/>
          <w:szCs w:val="24"/>
        </w:rPr>
      </w:pPr>
    </w:p>
    <w:p w14:paraId="5DE72299" w14:textId="77777777" w:rsidR="001461F6" w:rsidRDefault="001461F6" w:rsidP="001461F6">
      <w:pPr>
        <w:spacing w:before="108" w:after="108" w:line="276" w:lineRule="auto"/>
        <w:ind w:right="144"/>
        <w:jc w:val="both"/>
        <w:rPr>
          <w:rFonts w:cstheme="minorHAnsi"/>
          <w:b/>
          <w:bCs/>
          <w:spacing w:val="-6"/>
          <w:sz w:val="24"/>
          <w:szCs w:val="24"/>
        </w:rPr>
      </w:pPr>
    </w:p>
    <w:p w14:paraId="0727283E" w14:textId="77777777" w:rsidR="001461F6" w:rsidRDefault="001461F6" w:rsidP="001461F6">
      <w:pPr>
        <w:spacing w:before="108" w:after="108" w:line="276" w:lineRule="auto"/>
        <w:ind w:right="144"/>
        <w:jc w:val="both"/>
        <w:rPr>
          <w:rFonts w:cstheme="minorHAnsi"/>
          <w:b/>
          <w:bCs/>
          <w:spacing w:val="-6"/>
          <w:sz w:val="24"/>
          <w:szCs w:val="24"/>
        </w:rPr>
      </w:pPr>
    </w:p>
    <w:p w14:paraId="043F9224" w14:textId="77777777" w:rsidR="001461F6" w:rsidRDefault="001461F6" w:rsidP="001461F6">
      <w:pPr>
        <w:spacing w:before="108" w:after="108" w:line="276" w:lineRule="auto"/>
        <w:ind w:right="144"/>
        <w:jc w:val="both"/>
        <w:rPr>
          <w:rFonts w:cstheme="minorHAnsi"/>
          <w:b/>
          <w:bCs/>
          <w:spacing w:val="-6"/>
          <w:sz w:val="24"/>
          <w:szCs w:val="24"/>
        </w:rPr>
      </w:pPr>
    </w:p>
    <w:p w14:paraId="15D62AB9" w14:textId="77777777" w:rsidR="001461F6" w:rsidRDefault="001461F6" w:rsidP="001461F6">
      <w:pPr>
        <w:spacing w:before="108" w:after="108" w:line="276" w:lineRule="auto"/>
        <w:ind w:right="144"/>
        <w:jc w:val="both"/>
        <w:rPr>
          <w:rFonts w:cstheme="minorHAnsi"/>
          <w:b/>
          <w:bCs/>
          <w:spacing w:val="-6"/>
          <w:sz w:val="24"/>
          <w:szCs w:val="24"/>
        </w:rPr>
      </w:pPr>
    </w:p>
    <w:p w14:paraId="5431C529" w14:textId="77777777" w:rsidR="001461F6" w:rsidRDefault="001461F6" w:rsidP="001461F6">
      <w:pPr>
        <w:spacing w:before="108" w:after="108" w:line="276" w:lineRule="auto"/>
        <w:ind w:right="144"/>
        <w:jc w:val="both"/>
        <w:rPr>
          <w:rFonts w:cstheme="minorHAnsi"/>
          <w:b/>
          <w:bCs/>
          <w:spacing w:val="-6"/>
          <w:sz w:val="24"/>
          <w:szCs w:val="24"/>
        </w:rPr>
      </w:pPr>
    </w:p>
    <w:p w14:paraId="14659A74" w14:textId="77777777" w:rsidR="001461F6" w:rsidRDefault="001461F6" w:rsidP="001461F6">
      <w:pPr>
        <w:spacing w:before="108" w:after="108" w:line="276" w:lineRule="auto"/>
        <w:ind w:right="144"/>
        <w:jc w:val="both"/>
        <w:rPr>
          <w:rFonts w:cstheme="minorHAnsi"/>
          <w:b/>
          <w:bCs/>
          <w:spacing w:val="-6"/>
          <w:sz w:val="24"/>
          <w:szCs w:val="24"/>
        </w:rPr>
      </w:pPr>
    </w:p>
    <w:p w14:paraId="18E2FE7A" w14:textId="77777777" w:rsidR="001461F6" w:rsidRDefault="001461F6" w:rsidP="001461F6">
      <w:pPr>
        <w:spacing w:after="0"/>
        <w:rPr>
          <w:b/>
          <w:sz w:val="24"/>
          <w:szCs w:val="24"/>
        </w:rPr>
      </w:pPr>
    </w:p>
    <w:p w14:paraId="574959D9" w14:textId="77777777" w:rsidR="001461F6" w:rsidRPr="00766FD7" w:rsidRDefault="001461F6" w:rsidP="001461F6">
      <w:pPr>
        <w:spacing w:after="0"/>
        <w:rPr>
          <w:b/>
          <w:sz w:val="24"/>
          <w:szCs w:val="24"/>
        </w:rPr>
      </w:pPr>
      <w:r w:rsidRPr="00766FD7">
        <w:rPr>
          <w:b/>
          <w:sz w:val="24"/>
          <w:szCs w:val="24"/>
        </w:rPr>
        <w:t>Record of Refere</w:t>
      </w:r>
      <w:r>
        <w:rPr>
          <w:b/>
          <w:sz w:val="24"/>
          <w:szCs w:val="24"/>
        </w:rPr>
        <w:t>e contact by Club Authorised Officer</w:t>
      </w: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1809"/>
        <w:gridCol w:w="5387"/>
        <w:gridCol w:w="3544"/>
      </w:tblGrid>
      <w:tr w:rsidR="001461F6" w14:paraId="6BCA27B1" w14:textId="77777777" w:rsidTr="005C7C22">
        <w:trPr>
          <w:trHeight w:val="397"/>
        </w:trPr>
        <w:tc>
          <w:tcPr>
            <w:tcW w:w="1809" w:type="dxa"/>
            <w:vAlign w:val="center"/>
          </w:tcPr>
          <w:p w14:paraId="3408B745" w14:textId="77777777" w:rsidR="001461F6" w:rsidRPr="00766FD7" w:rsidRDefault="001461F6" w:rsidP="005C7C22">
            <w:pPr>
              <w:rPr>
                <w:b/>
              </w:rPr>
            </w:pPr>
            <w:r w:rsidRPr="00766FD7">
              <w:rPr>
                <w:b/>
              </w:rPr>
              <w:t>1  Name Referee</w:t>
            </w:r>
          </w:p>
        </w:tc>
        <w:tc>
          <w:tcPr>
            <w:tcW w:w="5387" w:type="dxa"/>
            <w:vAlign w:val="center"/>
          </w:tcPr>
          <w:p w14:paraId="4D6B98F3" w14:textId="77777777" w:rsidR="001461F6" w:rsidRPr="00766FD7" w:rsidRDefault="001461F6" w:rsidP="005C7C22"/>
        </w:tc>
        <w:tc>
          <w:tcPr>
            <w:tcW w:w="3544" w:type="dxa"/>
            <w:vAlign w:val="center"/>
          </w:tcPr>
          <w:p w14:paraId="33D775AC" w14:textId="77777777" w:rsidR="001461F6" w:rsidRPr="00766FD7" w:rsidRDefault="001461F6" w:rsidP="005C7C22">
            <w:pPr>
              <w:rPr>
                <w:b/>
              </w:rPr>
            </w:pPr>
            <w:r w:rsidRPr="00766FD7">
              <w:rPr>
                <w:b/>
              </w:rPr>
              <w:t>Contact Date</w:t>
            </w:r>
          </w:p>
        </w:tc>
      </w:tr>
      <w:tr w:rsidR="001461F6" w14:paraId="2ADE3233" w14:textId="77777777" w:rsidTr="005C7C22">
        <w:trPr>
          <w:trHeight w:val="1622"/>
        </w:trPr>
        <w:tc>
          <w:tcPr>
            <w:tcW w:w="1809" w:type="dxa"/>
            <w:tcBorders>
              <w:bottom w:val="single" w:sz="4" w:space="0" w:color="auto"/>
            </w:tcBorders>
          </w:tcPr>
          <w:p w14:paraId="456193D5" w14:textId="77777777" w:rsidR="001461F6" w:rsidRDefault="001461F6" w:rsidP="005C7C22">
            <w:pPr>
              <w:rPr>
                <w:b/>
              </w:rPr>
            </w:pPr>
            <w:r w:rsidRPr="00766FD7">
              <w:rPr>
                <w:b/>
              </w:rPr>
              <w:t>Comments</w:t>
            </w:r>
          </w:p>
          <w:p w14:paraId="4B7126D3" w14:textId="77777777" w:rsidR="001461F6" w:rsidRDefault="001461F6" w:rsidP="005C7C22">
            <w:pPr>
              <w:rPr>
                <w:b/>
              </w:rPr>
            </w:pPr>
          </w:p>
          <w:p w14:paraId="4EEB3B54" w14:textId="77777777" w:rsidR="001461F6" w:rsidRDefault="001461F6" w:rsidP="005C7C22">
            <w:pPr>
              <w:rPr>
                <w:b/>
              </w:rPr>
            </w:pPr>
          </w:p>
          <w:p w14:paraId="314FD4B7" w14:textId="77777777" w:rsidR="001461F6" w:rsidRDefault="001461F6" w:rsidP="005C7C22">
            <w:pPr>
              <w:rPr>
                <w:b/>
              </w:rPr>
            </w:pPr>
          </w:p>
          <w:p w14:paraId="5EA04A18" w14:textId="77777777" w:rsidR="001461F6" w:rsidRDefault="001461F6" w:rsidP="005C7C22">
            <w:pPr>
              <w:rPr>
                <w:b/>
              </w:rPr>
            </w:pPr>
          </w:p>
          <w:p w14:paraId="46475DD9" w14:textId="77777777" w:rsidR="001461F6" w:rsidRDefault="001461F6" w:rsidP="005C7C22">
            <w:pPr>
              <w:rPr>
                <w:b/>
              </w:rPr>
            </w:pPr>
          </w:p>
          <w:p w14:paraId="3AE83396" w14:textId="77777777" w:rsidR="001461F6" w:rsidRPr="00766FD7" w:rsidRDefault="001461F6" w:rsidP="005C7C22">
            <w:pPr>
              <w:rPr>
                <w:b/>
              </w:rPr>
            </w:pPr>
          </w:p>
        </w:tc>
        <w:tc>
          <w:tcPr>
            <w:tcW w:w="8931" w:type="dxa"/>
            <w:gridSpan w:val="2"/>
            <w:tcBorders>
              <w:bottom w:val="single" w:sz="4" w:space="0" w:color="auto"/>
            </w:tcBorders>
          </w:tcPr>
          <w:p w14:paraId="790FCE97" w14:textId="77777777" w:rsidR="001461F6" w:rsidRDefault="001461F6" w:rsidP="005C7C22">
            <w:pPr>
              <w:rPr>
                <w:b/>
              </w:rPr>
            </w:pPr>
          </w:p>
          <w:p w14:paraId="6E757389" w14:textId="77777777" w:rsidR="001461F6" w:rsidRPr="00766FD7" w:rsidRDefault="001461F6" w:rsidP="005C7C22">
            <w:pPr>
              <w:rPr>
                <w:b/>
              </w:rPr>
            </w:pPr>
          </w:p>
        </w:tc>
      </w:tr>
      <w:tr w:rsidR="001461F6" w14:paraId="57423991" w14:textId="77777777" w:rsidTr="005C7C22">
        <w:tc>
          <w:tcPr>
            <w:tcW w:w="1809" w:type="dxa"/>
            <w:tcBorders>
              <w:left w:val="nil"/>
              <w:right w:val="nil"/>
            </w:tcBorders>
          </w:tcPr>
          <w:p w14:paraId="2938A9DE" w14:textId="77777777" w:rsidR="001461F6" w:rsidRPr="00766FD7" w:rsidRDefault="001461F6" w:rsidP="005C7C22">
            <w:pPr>
              <w:rPr>
                <w:b/>
              </w:rPr>
            </w:pPr>
          </w:p>
        </w:tc>
        <w:tc>
          <w:tcPr>
            <w:tcW w:w="5387" w:type="dxa"/>
            <w:tcBorders>
              <w:left w:val="nil"/>
              <w:right w:val="nil"/>
            </w:tcBorders>
          </w:tcPr>
          <w:p w14:paraId="7DD96D3B" w14:textId="77777777" w:rsidR="001461F6" w:rsidRPr="00766FD7" w:rsidRDefault="001461F6" w:rsidP="005C7C22"/>
        </w:tc>
        <w:tc>
          <w:tcPr>
            <w:tcW w:w="3544" w:type="dxa"/>
            <w:tcBorders>
              <w:left w:val="nil"/>
              <w:right w:val="nil"/>
            </w:tcBorders>
          </w:tcPr>
          <w:p w14:paraId="19406A7F" w14:textId="77777777" w:rsidR="001461F6" w:rsidRPr="00766FD7" w:rsidRDefault="001461F6" w:rsidP="005C7C22">
            <w:pPr>
              <w:rPr>
                <w:b/>
              </w:rPr>
            </w:pPr>
          </w:p>
        </w:tc>
      </w:tr>
      <w:tr w:rsidR="001461F6" w14:paraId="586558F2" w14:textId="77777777" w:rsidTr="005C7C22">
        <w:trPr>
          <w:trHeight w:val="397"/>
        </w:trPr>
        <w:tc>
          <w:tcPr>
            <w:tcW w:w="1809" w:type="dxa"/>
            <w:vAlign w:val="center"/>
          </w:tcPr>
          <w:p w14:paraId="22A748B1" w14:textId="77777777" w:rsidR="001461F6" w:rsidRPr="00766FD7" w:rsidRDefault="001461F6" w:rsidP="005C7C22">
            <w:pPr>
              <w:rPr>
                <w:b/>
              </w:rPr>
            </w:pPr>
            <w:r w:rsidRPr="00766FD7">
              <w:rPr>
                <w:b/>
              </w:rPr>
              <w:t>2  Name Referee</w:t>
            </w:r>
          </w:p>
        </w:tc>
        <w:tc>
          <w:tcPr>
            <w:tcW w:w="5387" w:type="dxa"/>
            <w:vAlign w:val="center"/>
          </w:tcPr>
          <w:p w14:paraId="069C800D" w14:textId="77777777" w:rsidR="001461F6" w:rsidRPr="00766FD7" w:rsidRDefault="001461F6" w:rsidP="005C7C22"/>
        </w:tc>
        <w:tc>
          <w:tcPr>
            <w:tcW w:w="3544" w:type="dxa"/>
            <w:vAlign w:val="center"/>
          </w:tcPr>
          <w:p w14:paraId="3CE92CB8" w14:textId="77777777" w:rsidR="001461F6" w:rsidRPr="00766FD7" w:rsidRDefault="001461F6" w:rsidP="005C7C22">
            <w:pPr>
              <w:rPr>
                <w:b/>
              </w:rPr>
            </w:pPr>
            <w:r w:rsidRPr="00766FD7">
              <w:rPr>
                <w:b/>
              </w:rPr>
              <w:t>Contact Date</w:t>
            </w:r>
          </w:p>
        </w:tc>
      </w:tr>
      <w:tr w:rsidR="001461F6" w14:paraId="1D419E4B" w14:textId="77777777" w:rsidTr="005C7C22">
        <w:tc>
          <w:tcPr>
            <w:tcW w:w="1809" w:type="dxa"/>
            <w:tcBorders>
              <w:bottom w:val="single" w:sz="4" w:space="0" w:color="auto"/>
            </w:tcBorders>
          </w:tcPr>
          <w:p w14:paraId="43122E68" w14:textId="77777777" w:rsidR="001461F6" w:rsidRDefault="001461F6" w:rsidP="005C7C22">
            <w:pPr>
              <w:rPr>
                <w:b/>
              </w:rPr>
            </w:pPr>
            <w:r w:rsidRPr="00766FD7">
              <w:rPr>
                <w:b/>
              </w:rPr>
              <w:t>Comments</w:t>
            </w:r>
          </w:p>
          <w:p w14:paraId="2B8B143D" w14:textId="77777777" w:rsidR="001461F6" w:rsidRDefault="001461F6" w:rsidP="005C7C22">
            <w:pPr>
              <w:rPr>
                <w:b/>
              </w:rPr>
            </w:pPr>
          </w:p>
          <w:p w14:paraId="11943471" w14:textId="77777777" w:rsidR="001461F6" w:rsidRDefault="001461F6" w:rsidP="005C7C22">
            <w:pPr>
              <w:rPr>
                <w:b/>
              </w:rPr>
            </w:pPr>
          </w:p>
          <w:p w14:paraId="7DAC8314" w14:textId="77777777" w:rsidR="001461F6" w:rsidRDefault="001461F6" w:rsidP="005C7C22">
            <w:pPr>
              <w:rPr>
                <w:b/>
              </w:rPr>
            </w:pPr>
          </w:p>
          <w:p w14:paraId="5E2D80AA" w14:textId="77777777" w:rsidR="001461F6" w:rsidRDefault="001461F6" w:rsidP="005C7C22">
            <w:pPr>
              <w:rPr>
                <w:b/>
              </w:rPr>
            </w:pPr>
          </w:p>
          <w:p w14:paraId="12ADD0E7" w14:textId="77777777" w:rsidR="001461F6" w:rsidRDefault="001461F6" w:rsidP="005C7C22">
            <w:pPr>
              <w:rPr>
                <w:b/>
              </w:rPr>
            </w:pPr>
          </w:p>
          <w:p w14:paraId="3133EAE9" w14:textId="77777777" w:rsidR="001461F6" w:rsidRPr="00766FD7" w:rsidRDefault="001461F6" w:rsidP="005C7C22">
            <w:pPr>
              <w:rPr>
                <w:b/>
              </w:rPr>
            </w:pPr>
          </w:p>
        </w:tc>
        <w:tc>
          <w:tcPr>
            <w:tcW w:w="8931" w:type="dxa"/>
            <w:gridSpan w:val="2"/>
            <w:tcBorders>
              <w:bottom w:val="single" w:sz="4" w:space="0" w:color="auto"/>
            </w:tcBorders>
          </w:tcPr>
          <w:p w14:paraId="2FC7C0F1" w14:textId="77777777" w:rsidR="001461F6" w:rsidRPr="00766FD7" w:rsidRDefault="001461F6" w:rsidP="005C7C22">
            <w:pPr>
              <w:rPr>
                <w:b/>
              </w:rPr>
            </w:pPr>
          </w:p>
        </w:tc>
      </w:tr>
      <w:tr w:rsidR="001461F6" w14:paraId="45D02E77" w14:textId="77777777" w:rsidTr="005C7C22">
        <w:tc>
          <w:tcPr>
            <w:tcW w:w="1809" w:type="dxa"/>
            <w:tcBorders>
              <w:left w:val="nil"/>
              <w:right w:val="nil"/>
            </w:tcBorders>
          </w:tcPr>
          <w:p w14:paraId="79625452" w14:textId="77777777" w:rsidR="001461F6" w:rsidRPr="00766FD7" w:rsidRDefault="001461F6" w:rsidP="005C7C22">
            <w:pPr>
              <w:rPr>
                <w:b/>
              </w:rPr>
            </w:pPr>
          </w:p>
        </w:tc>
        <w:tc>
          <w:tcPr>
            <w:tcW w:w="5387" w:type="dxa"/>
            <w:tcBorders>
              <w:left w:val="nil"/>
              <w:right w:val="nil"/>
            </w:tcBorders>
          </w:tcPr>
          <w:p w14:paraId="4C49CD04" w14:textId="77777777" w:rsidR="001461F6" w:rsidRPr="00766FD7" w:rsidRDefault="001461F6" w:rsidP="005C7C22"/>
        </w:tc>
        <w:tc>
          <w:tcPr>
            <w:tcW w:w="3544" w:type="dxa"/>
            <w:tcBorders>
              <w:left w:val="nil"/>
              <w:right w:val="nil"/>
            </w:tcBorders>
          </w:tcPr>
          <w:p w14:paraId="464AFCC7" w14:textId="77777777" w:rsidR="001461F6" w:rsidRPr="00766FD7" w:rsidRDefault="001461F6" w:rsidP="005C7C22">
            <w:pPr>
              <w:rPr>
                <w:b/>
              </w:rPr>
            </w:pPr>
          </w:p>
        </w:tc>
      </w:tr>
      <w:tr w:rsidR="001461F6" w14:paraId="541B49DB" w14:textId="77777777" w:rsidTr="005C7C22">
        <w:trPr>
          <w:trHeight w:val="397"/>
        </w:trPr>
        <w:tc>
          <w:tcPr>
            <w:tcW w:w="1809" w:type="dxa"/>
            <w:vAlign w:val="center"/>
          </w:tcPr>
          <w:p w14:paraId="5E9372B4" w14:textId="77777777" w:rsidR="001461F6" w:rsidRPr="00766FD7" w:rsidRDefault="001461F6" w:rsidP="005C7C22">
            <w:pPr>
              <w:rPr>
                <w:b/>
              </w:rPr>
            </w:pPr>
            <w:r w:rsidRPr="00766FD7">
              <w:rPr>
                <w:b/>
              </w:rPr>
              <w:t>3  Name Referee</w:t>
            </w:r>
          </w:p>
        </w:tc>
        <w:tc>
          <w:tcPr>
            <w:tcW w:w="5387" w:type="dxa"/>
            <w:vAlign w:val="center"/>
          </w:tcPr>
          <w:p w14:paraId="59A45DAC" w14:textId="77777777" w:rsidR="001461F6" w:rsidRPr="00766FD7" w:rsidRDefault="001461F6" w:rsidP="005C7C22"/>
        </w:tc>
        <w:tc>
          <w:tcPr>
            <w:tcW w:w="3544" w:type="dxa"/>
            <w:vAlign w:val="center"/>
          </w:tcPr>
          <w:p w14:paraId="11AA7A1C" w14:textId="77777777" w:rsidR="001461F6" w:rsidRPr="00766FD7" w:rsidRDefault="001461F6" w:rsidP="005C7C22">
            <w:pPr>
              <w:rPr>
                <w:b/>
              </w:rPr>
            </w:pPr>
            <w:r w:rsidRPr="00766FD7">
              <w:rPr>
                <w:b/>
              </w:rPr>
              <w:t>Contact Date</w:t>
            </w:r>
          </w:p>
        </w:tc>
      </w:tr>
      <w:tr w:rsidR="001461F6" w14:paraId="08B82842" w14:textId="77777777" w:rsidTr="005C7C22">
        <w:tc>
          <w:tcPr>
            <w:tcW w:w="1809" w:type="dxa"/>
          </w:tcPr>
          <w:p w14:paraId="35ED2D8D" w14:textId="77777777" w:rsidR="001461F6" w:rsidRDefault="001461F6" w:rsidP="005C7C22">
            <w:pPr>
              <w:rPr>
                <w:b/>
              </w:rPr>
            </w:pPr>
            <w:r w:rsidRPr="00766FD7">
              <w:rPr>
                <w:b/>
              </w:rPr>
              <w:t>Comments</w:t>
            </w:r>
          </w:p>
          <w:p w14:paraId="66F94FA4" w14:textId="77777777" w:rsidR="001461F6" w:rsidRDefault="001461F6" w:rsidP="005C7C22">
            <w:pPr>
              <w:rPr>
                <w:b/>
              </w:rPr>
            </w:pPr>
          </w:p>
          <w:p w14:paraId="0571231E" w14:textId="77777777" w:rsidR="001461F6" w:rsidRDefault="001461F6" w:rsidP="005C7C22">
            <w:pPr>
              <w:rPr>
                <w:b/>
              </w:rPr>
            </w:pPr>
          </w:p>
          <w:p w14:paraId="605CF5E3" w14:textId="77777777" w:rsidR="001461F6" w:rsidRDefault="001461F6" w:rsidP="005C7C22">
            <w:pPr>
              <w:rPr>
                <w:b/>
              </w:rPr>
            </w:pPr>
          </w:p>
          <w:p w14:paraId="6951E3F2" w14:textId="77777777" w:rsidR="001461F6" w:rsidRDefault="001461F6" w:rsidP="005C7C22">
            <w:pPr>
              <w:rPr>
                <w:b/>
              </w:rPr>
            </w:pPr>
          </w:p>
          <w:p w14:paraId="05A2BCFE" w14:textId="77777777" w:rsidR="001461F6" w:rsidRDefault="001461F6" w:rsidP="005C7C22">
            <w:pPr>
              <w:rPr>
                <w:b/>
              </w:rPr>
            </w:pPr>
          </w:p>
          <w:p w14:paraId="4F391C56" w14:textId="77777777" w:rsidR="001461F6" w:rsidRPr="00766FD7" w:rsidRDefault="001461F6" w:rsidP="005C7C22">
            <w:pPr>
              <w:rPr>
                <w:b/>
              </w:rPr>
            </w:pPr>
          </w:p>
        </w:tc>
        <w:tc>
          <w:tcPr>
            <w:tcW w:w="8931" w:type="dxa"/>
            <w:gridSpan w:val="2"/>
          </w:tcPr>
          <w:p w14:paraId="5D00F4B2" w14:textId="77777777" w:rsidR="001461F6" w:rsidRPr="00766FD7" w:rsidRDefault="001461F6" w:rsidP="005C7C22">
            <w:pPr>
              <w:rPr>
                <w:b/>
              </w:rPr>
            </w:pPr>
          </w:p>
        </w:tc>
      </w:tr>
    </w:tbl>
    <w:p w14:paraId="1BED2C6B" w14:textId="77777777" w:rsidR="001461F6" w:rsidRDefault="001461F6" w:rsidP="001461F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461F6" w14:paraId="139D3D38" w14:textId="77777777" w:rsidTr="005C7C22">
        <w:tc>
          <w:tcPr>
            <w:tcW w:w="10682" w:type="dxa"/>
          </w:tcPr>
          <w:p w14:paraId="74CDC070" w14:textId="77777777" w:rsidR="001461F6" w:rsidRDefault="001461F6" w:rsidP="005C7C22">
            <w:pPr>
              <w:pBdr>
                <w:top w:val="single" w:sz="18" w:space="1" w:color="auto"/>
                <w:left w:val="single" w:sz="18" w:space="4" w:color="auto"/>
                <w:bottom w:val="single" w:sz="18" w:space="1" w:color="auto"/>
                <w:right w:val="single" w:sz="18" w:space="4" w:color="auto"/>
              </w:pBdr>
              <w:rPr>
                <w:rFonts w:ascii="Tahoma" w:hAnsi="Tahoma" w:cs="Tahoma"/>
                <w:spacing w:val="-6"/>
                <w:w w:val="120"/>
                <w:sz w:val="14"/>
                <w:szCs w:val="14"/>
              </w:rPr>
            </w:pPr>
            <w:r>
              <w:rPr>
                <w:rFonts w:ascii="Tahoma" w:hAnsi="Tahoma" w:cs="Tahoma"/>
                <w:spacing w:val="-6"/>
                <w:w w:val="120"/>
                <w:sz w:val="14"/>
                <w:szCs w:val="14"/>
              </w:rPr>
              <w:t xml:space="preserve"> </w:t>
            </w:r>
          </w:p>
          <w:p w14:paraId="145C720A" w14:textId="77777777" w:rsidR="001461F6" w:rsidRPr="00766FD7" w:rsidRDefault="001461F6" w:rsidP="005C7C22">
            <w:pPr>
              <w:pBdr>
                <w:top w:val="single" w:sz="18" w:space="1" w:color="auto"/>
                <w:left w:val="single" w:sz="18" w:space="4" w:color="auto"/>
                <w:bottom w:val="single" w:sz="18" w:space="1" w:color="auto"/>
                <w:right w:val="single" w:sz="18" w:space="4" w:color="auto"/>
              </w:pBdr>
              <w:rPr>
                <w:rFonts w:cs="Tahoma"/>
                <w:spacing w:val="-6"/>
                <w:w w:val="120"/>
                <w:sz w:val="20"/>
              </w:rPr>
            </w:pPr>
            <w:r w:rsidRPr="00766FD7">
              <w:rPr>
                <w:rFonts w:cs="Tahoma"/>
                <w:spacing w:val="-6"/>
                <w:w w:val="120"/>
                <w:sz w:val="20"/>
              </w:rPr>
              <w:t>Name of Authorised Club Officer _____________________________</w:t>
            </w:r>
            <w:r>
              <w:rPr>
                <w:rFonts w:cs="Tahoma"/>
                <w:spacing w:val="-6"/>
                <w:w w:val="120"/>
                <w:sz w:val="20"/>
              </w:rPr>
              <w:t>Position</w:t>
            </w:r>
            <w:r w:rsidRPr="00766FD7">
              <w:rPr>
                <w:rFonts w:cs="Tahoma"/>
                <w:spacing w:val="-6"/>
                <w:w w:val="120"/>
                <w:sz w:val="20"/>
              </w:rPr>
              <w:t>___________________________</w:t>
            </w:r>
          </w:p>
          <w:p w14:paraId="398FAC18" w14:textId="77777777" w:rsidR="001461F6" w:rsidRDefault="001461F6" w:rsidP="005C7C22">
            <w:pPr>
              <w:pBdr>
                <w:top w:val="single" w:sz="18" w:space="1" w:color="auto"/>
                <w:left w:val="single" w:sz="18" w:space="4" w:color="auto"/>
                <w:bottom w:val="single" w:sz="18" w:space="1" w:color="auto"/>
                <w:right w:val="single" w:sz="18" w:space="4" w:color="auto"/>
              </w:pBdr>
              <w:rPr>
                <w:rFonts w:ascii="Tahoma" w:hAnsi="Tahoma" w:cs="Tahoma"/>
                <w:spacing w:val="-6"/>
                <w:w w:val="120"/>
                <w:sz w:val="20"/>
                <w:szCs w:val="20"/>
              </w:rPr>
            </w:pPr>
          </w:p>
          <w:p w14:paraId="57C9F2FA" w14:textId="77777777" w:rsidR="001461F6" w:rsidRPr="00766FD7" w:rsidRDefault="001461F6" w:rsidP="005C7C22">
            <w:pPr>
              <w:pBdr>
                <w:top w:val="single" w:sz="18" w:space="1" w:color="auto"/>
                <w:left w:val="single" w:sz="18" w:space="4" w:color="auto"/>
                <w:bottom w:val="single" w:sz="18" w:space="1" w:color="auto"/>
                <w:right w:val="single" w:sz="18" w:space="4" w:color="auto"/>
              </w:pBdr>
              <w:rPr>
                <w:rFonts w:cs="Tahoma"/>
                <w:spacing w:val="-6"/>
                <w:w w:val="120"/>
                <w:sz w:val="20"/>
                <w:szCs w:val="20"/>
              </w:rPr>
            </w:pPr>
            <w:r w:rsidRPr="00766FD7">
              <w:rPr>
                <w:rFonts w:cs="Tahoma"/>
                <w:spacing w:val="-6"/>
                <w:w w:val="120"/>
                <w:sz w:val="20"/>
                <w:szCs w:val="20"/>
              </w:rPr>
              <w:t xml:space="preserve">Signed: _____________________________________________    </w:t>
            </w:r>
            <w:r>
              <w:rPr>
                <w:rFonts w:cs="Tahoma"/>
                <w:spacing w:val="-6"/>
                <w:w w:val="120"/>
                <w:sz w:val="20"/>
                <w:szCs w:val="20"/>
              </w:rPr>
              <w:t xml:space="preserve">     </w:t>
            </w:r>
            <w:r w:rsidRPr="00766FD7">
              <w:rPr>
                <w:rFonts w:cs="Tahoma"/>
                <w:spacing w:val="-6"/>
                <w:w w:val="120"/>
                <w:sz w:val="20"/>
                <w:szCs w:val="20"/>
              </w:rPr>
              <w:t>Date ________________________</w:t>
            </w:r>
          </w:p>
          <w:p w14:paraId="797B4DFD" w14:textId="77777777" w:rsidR="001461F6" w:rsidRPr="00AF59A6" w:rsidRDefault="001461F6" w:rsidP="005C7C22">
            <w:pPr>
              <w:pBdr>
                <w:top w:val="single" w:sz="18" w:space="1" w:color="auto"/>
                <w:left w:val="single" w:sz="18" w:space="4" w:color="auto"/>
                <w:bottom w:val="single" w:sz="18" w:space="1" w:color="auto"/>
                <w:right w:val="single" w:sz="18" w:space="4" w:color="auto"/>
              </w:pBdr>
              <w:rPr>
                <w:rFonts w:cs="Tahoma"/>
                <w:spacing w:val="-6"/>
                <w:w w:val="120"/>
              </w:rPr>
            </w:pPr>
            <w:r w:rsidRPr="00AF59A6">
              <w:rPr>
                <w:rFonts w:cs="Tahoma"/>
                <w:spacing w:val="-6"/>
                <w:w w:val="120"/>
              </w:rPr>
              <w:t xml:space="preserve">                                           </w:t>
            </w:r>
            <w:r w:rsidRPr="00AF59A6">
              <w:rPr>
                <w:rFonts w:cs="Tahoma"/>
                <w:spacing w:val="-6"/>
                <w:w w:val="120"/>
                <w:sz w:val="18"/>
              </w:rPr>
              <w:t>Authorised Club Officer</w:t>
            </w:r>
          </w:p>
          <w:p w14:paraId="0A6BD5B4" w14:textId="77777777" w:rsidR="001461F6" w:rsidRPr="00AF59A6" w:rsidRDefault="001461F6" w:rsidP="005C7C22">
            <w:pPr>
              <w:pBdr>
                <w:top w:val="single" w:sz="18" w:space="1" w:color="auto"/>
                <w:left w:val="single" w:sz="18" w:space="4" w:color="auto"/>
                <w:bottom w:val="single" w:sz="18" w:space="1" w:color="auto"/>
                <w:right w:val="single" w:sz="18" w:space="4" w:color="auto"/>
              </w:pBdr>
              <w:rPr>
                <w:rFonts w:cs="Tahoma"/>
                <w:spacing w:val="-6"/>
                <w:w w:val="120"/>
              </w:rPr>
            </w:pPr>
          </w:p>
          <w:p w14:paraId="65F2185B" w14:textId="77777777" w:rsidR="001461F6" w:rsidRPr="00DE054F" w:rsidRDefault="001461F6" w:rsidP="005C7C22">
            <w:pPr>
              <w:pBdr>
                <w:top w:val="single" w:sz="18" w:space="1" w:color="auto"/>
                <w:left w:val="single" w:sz="18" w:space="4" w:color="auto"/>
                <w:bottom w:val="single" w:sz="18" w:space="1" w:color="auto"/>
                <w:right w:val="single" w:sz="18" w:space="4" w:color="auto"/>
              </w:pBdr>
              <w:rPr>
                <w:sz w:val="20"/>
                <w:szCs w:val="20"/>
              </w:rPr>
            </w:pPr>
            <w:r>
              <w:rPr>
                <w:rFonts w:ascii="Tahoma" w:hAnsi="Tahoma" w:cs="Tahoma"/>
                <w:spacing w:val="-6"/>
                <w:w w:val="120"/>
                <w:sz w:val="14"/>
                <w:szCs w:val="14"/>
              </w:rPr>
              <w:t xml:space="preserve"> </w:t>
            </w:r>
            <w:r w:rsidRPr="00DE054F">
              <w:rPr>
                <w:rFonts w:cs="Tahoma"/>
                <w:spacing w:val="-6"/>
                <w:w w:val="120"/>
                <w:sz w:val="20"/>
                <w:szCs w:val="20"/>
              </w:rPr>
              <w:t xml:space="preserve">Phone                                                                                                                                           </w:t>
            </w:r>
          </w:p>
        </w:tc>
      </w:tr>
    </w:tbl>
    <w:p w14:paraId="12423EE0" w14:textId="77777777" w:rsidR="001461F6" w:rsidRDefault="001461F6" w:rsidP="001461F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1461F6" w14:paraId="36C8BCB5" w14:textId="77777777" w:rsidTr="005C7C22">
        <w:tc>
          <w:tcPr>
            <w:tcW w:w="1068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72CD54" w14:textId="77777777" w:rsidR="001461F6" w:rsidRDefault="001461F6" w:rsidP="005C7C22"/>
          <w:p w14:paraId="593BBA99" w14:textId="77777777" w:rsidR="001461F6" w:rsidRDefault="001461F6" w:rsidP="005C7C22">
            <w:pPr>
              <w:spacing w:after="120" w:line="360" w:lineRule="auto"/>
              <w:rPr>
                <w:sz w:val="20"/>
              </w:rPr>
            </w:pPr>
            <w:r w:rsidRPr="00766FD7">
              <w:rPr>
                <w:sz w:val="20"/>
              </w:rPr>
              <w:t>I __________________________________________</w:t>
            </w:r>
            <w:r>
              <w:rPr>
                <w:sz w:val="20"/>
              </w:rPr>
              <w:t>____</w:t>
            </w:r>
            <w:r w:rsidRPr="00766FD7">
              <w:rPr>
                <w:sz w:val="20"/>
              </w:rPr>
              <w:t>__ President, Rotary Club of _____</w:t>
            </w:r>
            <w:r>
              <w:rPr>
                <w:sz w:val="20"/>
              </w:rPr>
              <w:t>___</w:t>
            </w:r>
            <w:r w:rsidRPr="00766FD7">
              <w:rPr>
                <w:sz w:val="20"/>
              </w:rPr>
              <w:t xml:space="preserve">______________________ </w:t>
            </w:r>
          </w:p>
          <w:p w14:paraId="63726A6E" w14:textId="77777777" w:rsidR="001461F6" w:rsidRPr="00766FD7" w:rsidRDefault="001461F6" w:rsidP="005C7C22">
            <w:pPr>
              <w:spacing w:after="120" w:line="360" w:lineRule="auto"/>
              <w:rPr>
                <w:sz w:val="20"/>
              </w:rPr>
            </w:pPr>
            <w:r w:rsidRPr="00766FD7">
              <w:rPr>
                <w:sz w:val="20"/>
              </w:rPr>
              <w:t>verify that  __________________________________________</w:t>
            </w:r>
            <w:r>
              <w:rPr>
                <w:sz w:val="20"/>
              </w:rPr>
              <w:t>__</w:t>
            </w:r>
            <w:r w:rsidRPr="00766FD7">
              <w:rPr>
                <w:sz w:val="20"/>
              </w:rPr>
              <w:t xml:space="preserve">___ has </w:t>
            </w:r>
            <w:r>
              <w:rPr>
                <w:sz w:val="20"/>
              </w:rPr>
              <w:t>satisfactorily completed this</w:t>
            </w:r>
            <w:r w:rsidRPr="00766FD7">
              <w:rPr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  <w:r w:rsidRPr="00766FD7">
              <w:rPr>
                <w:sz w:val="20"/>
              </w:rPr>
              <w:t>eclaration</w:t>
            </w:r>
            <w:r>
              <w:rPr>
                <w:sz w:val="20"/>
              </w:rPr>
              <w:t>,</w:t>
            </w:r>
            <w:r w:rsidRPr="00766FD7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Referees have been contacted  and </w:t>
            </w:r>
            <w:r w:rsidRPr="00766FD7">
              <w:rPr>
                <w:sz w:val="20"/>
              </w:rPr>
              <w:t xml:space="preserve"> </w:t>
            </w:r>
            <w:r>
              <w:rPr>
                <w:sz w:val="20"/>
              </w:rPr>
              <w:t>Working With Children card is current. T</w:t>
            </w:r>
            <w:r w:rsidRPr="00766FD7">
              <w:rPr>
                <w:sz w:val="20"/>
              </w:rPr>
              <w:t xml:space="preserve">he club finds the </w:t>
            </w:r>
            <w:r>
              <w:rPr>
                <w:sz w:val="20"/>
              </w:rPr>
              <w:t>a</w:t>
            </w:r>
            <w:r w:rsidRPr="00766FD7">
              <w:rPr>
                <w:sz w:val="20"/>
              </w:rPr>
              <w:t>pplicant to be a suitable Volunteer.</w:t>
            </w:r>
          </w:p>
          <w:p w14:paraId="3769D88D" w14:textId="77777777" w:rsidR="001461F6" w:rsidRPr="00766FD7" w:rsidRDefault="001461F6" w:rsidP="005C7C22">
            <w:pPr>
              <w:spacing w:after="120"/>
              <w:rPr>
                <w:sz w:val="20"/>
              </w:rPr>
            </w:pPr>
            <w:r w:rsidRPr="00766FD7">
              <w:rPr>
                <w:sz w:val="20"/>
              </w:rPr>
              <w:t xml:space="preserve">Signed_____________________________________ ____________          Date_________________________ </w:t>
            </w:r>
          </w:p>
          <w:p w14:paraId="72A563D9" w14:textId="77777777" w:rsidR="001461F6" w:rsidRDefault="001461F6" w:rsidP="005C7C22">
            <w:r>
              <w:t xml:space="preserve">                                           </w:t>
            </w:r>
          </w:p>
          <w:p w14:paraId="4DF478BD" w14:textId="77777777" w:rsidR="001461F6" w:rsidRPr="00EF7367" w:rsidRDefault="001461F6" w:rsidP="005C7C22">
            <w:pPr>
              <w:rPr>
                <w:sz w:val="20"/>
                <w:szCs w:val="20"/>
              </w:rPr>
            </w:pPr>
            <w:r w:rsidRPr="00EF7367">
              <w:rPr>
                <w:sz w:val="20"/>
                <w:szCs w:val="20"/>
              </w:rPr>
              <w:t>Phone</w:t>
            </w:r>
          </w:p>
        </w:tc>
      </w:tr>
    </w:tbl>
    <w:p w14:paraId="4DFC419F" w14:textId="77777777" w:rsidR="001461F6" w:rsidRDefault="001461F6" w:rsidP="001461F6"/>
    <w:p w14:paraId="616E50BE" w14:textId="77777777" w:rsidR="001461F6" w:rsidRDefault="001461F6" w:rsidP="001461F6"/>
    <w:p w14:paraId="601C7D03" w14:textId="77777777" w:rsidR="001461F6" w:rsidRDefault="001461F6" w:rsidP="001461F6"/>
    <w:p w14:paraId="3FF4BCD3" w14:textId="77777777" w:rsidR="001461F6" w:rsidRDefault="001461F6" w:rsidP="001461F6">
      <w:pPr>
        <w:rPr>
          <w:b/>
          <w:sz w:val="28"/>
          <w:szCs w:val="28"/>
        </w:rPr>
      </w:pPr>
    </w:p>
    <w:p w14:paraId="2AFCB13D" w14:textId="77777777" w:rsidR="001461F6" w:rsidRPr="00D27A17" w:rsidRDefault="001461F6" w:rsidP="001461F6">
      <w:pPr>
        <w:rPr>
          <w:b/>
          <w:sz w:val="28"/>
          <w:szCs w:val="28"/>
          <w:u w:val="single"/>
        </w:rPr>
      </w:pPr>
      <w:r w:rsidRPr="00D27A17">
        <w:rPr>
          <w:b/>
          <w:sz w:val="28"/>
          <w:szCs w:val="28"/>
          <w:u w:val="single"/>
        </w:rPr>
        <w:lastRenderedPageBreak/>
        <w:t>Notes</w:t>
      </w:r>
      <w:r>
        <w:rPr>
          <w:b/>
          <w:sz w:val="28"/>
          <w:szCs w:val="28"/>
          <w:u w:val="single"/>
        </w:rPr>
        <w:t>:</w:t>
      </w:r>
    </w:p>
    <w:p w14:paraId="3B2828AF" w14:textId="77777777" w:rsidR="001461F6" w:rsidRDefault="001461F6" w:rsidP="001461F6">
      <w:pPr>
        <w:rPr>
          <w:b/>
          <w:sz w:val="28"/>
          <w:szCs w:val="28"/>
        </w:rPr>
      </w:pPr>
    </w:p>
    <w:p w14:paraId="0EAD8BE8" w14:textId="77777777" w:rsidR="001461F6" w:rsidRPr="00D27A17" w:rsidRDefault="001461F6" w:rsidP="001461F6">
      <w:pPr>
        <w:rPr>
          <w:b/>
          <w:sz w:val="28"/>
          <w:szCs w:val="28"/>
        </w:rPr>
      </w:pPr>
      <w:r w:rsidRPr="00D27A17">
        <w:rPr>
          <w:b/>
          <w:sz w:val="28"/>
          <w:szCs w:val="28"/>
        </w:rPr>
        <w:t>Background Checks and Criminal Record Checks</w:t>
      </w:r>
    </w:p>
    <w:p w14:paraId="32DCFDF4" w14:textId="77777777" w:rsidR="001461F6" w:rsidRDefault="001461F6" w:rsidP="001461F6">
      <w:r>
        <w:t>Background Checks and Criminal Record Checks Background checks play a critical part in any youth protection policy because they deter potential offenders and deny known offenders access to the program.</w:t>
      </w:r>
    </w:p>
    <w:p w14:paraId="630735BB" w14:textId="77777777" w:rsidR="001461F6" w:rsidRDefault="001461F6" w:rsidP="001461F6">
      <w:r>
        <w:t xml:space="preserve">Although many offenders have no criminal record and diligently avoid being caught by law enforcement, background checks may dissuade them from volunteering in a Youth Program. </w:t>
      </w:r>
    </w:p>
    <w:p w14:paraId="26A53AB3" w14:textId="77777777" w:rsidR="001461F6" w:rsidRDefault="001461F6" w:rsidP="001461F6">
      <w:r>
        <w:t>Many youth-serving organizations require a criminal background check for all adult volunteers who work with youth, even for programs that don’t involve unsupervised access to youth.</w:t>
      </w:r>
    </w:p>
    <w:p w14:paraId="2BC9B0DB" w14:textId="77777777" w:rsidR="001461F6" w:rsidRDefault="001461F6" w:rsidP="001461F6"/>
    <w:p w14:paraId="73929480" w14:textId="77777777" w:rsidR="001461F6" w:rsidRDefault="001461F6" w:rsidP="001461F6"/>
    <w:p w14:paraId="5957F5A0" w14:textId="77777777" w:rsidR="001461F6" w:rsidRPr="00D27A17" w:rsidRDefault="001461F6" w:rsidP="001461F6">
      <w:pPr>
        <w:rPr>
          <w:b/>
          <w:sz w:val="28"/>
          <w:szCs w:val="28"/>
        </w:rPr>
      </w:pPr>
      <w:r w:rsidRPr="00D27A17">
        <w:rPr>
          <w:b/>
          <w:sz w:val="28"/>
          <w:szCs w:val="28"/>
        </w:rPr>
        <w:t>Reference Checks</w:t>
      </w:r>
    </w:p>
    <w:p w14:paraId="1E76D02C" w14:textId="77777777" w:rsidR="001461F6" w:rsidRDefault="001461F6" w:rsidP="001461F6">
      <w:r>
        <w:t xml:space="preserve">Reference Checks Simply requesting references in the application is not sufﬁcient. </w:t>
      </w:r>
    </w:p>
    <w:p w14:paraId="4F1CE1AE" w14:textId="77777777" w:rsidR="001461F6" w:rsidRDefault="001461F6" w:rsidP="001461F6">
      <w:r>
        <w:t xml:space="preserve">Contact each reference by phone or in person, and ask a standard set of questions, such as: </w:t>
      </w:r>
    </w:p>
    <w:p w14:paraId="220AA4CF" w14:textId="77777777" w:rsidR="001461F6" w:rsidRDefault="001461F6" w:rsidP="001461F6">
      <w:r>
        <w:t xml:space="preserve">• How long have you known this individual? </w:t>
      </w:r>
    </w:p>
    <w:p w14:paraId="0D614F73" w14:textId="77777777" w:rsidR="001461F6" w:rsidRDefault="001461F6" w:rsidP="001461F6">
      <w:pPr>
        <w:pStyle w:val="ListParagraph"/>
        <w:numPr>
          <w:ilvl w:val="0"/>
          <w:numId w:val="6"/>
        </w:numPr>
        <w:ind w:left="180" w:hanging="180"/>
      </w:pPr>
      <w:r>
        <w:t xml:space="preserve">In what capacity? </w:t>
      </w:r>
    </w:p>
    <w:p w14:paraId="6931B5BB" w14:textId="77777777" w:rsidR="001461F6" w:rsidRDefault="001461F6" w:rsidP="001461F6">
      <w:r>
        <w:t xml:space="preserve">• Do you think this person is well qualiﬁed to work with youth? </w:t>
      </w:r>
    </w:p>
    <w:p w14:paraId="3315C7A9" w14:textId="77777777" w:rsidR="001461F6" w:rsidRDefault="001461F6" w:rsidP="001461F6">
      <w:r>
        <w:t xml:space="preserve">• Would you have any reservations about recommending this person to serve in a Rotary Youth Program? </w:t>
      </w:r>
    </w:p>
    <w:p w14:paraId="65997A7B" w14:textId="77777777" w:rsidR="001461F6" w:rsidRDefault="001461F6" w:rsidP="001461F6">
      <w:r>
        <w:t xml:space="preserve">Record the date of the interview and responses to each question and keep this information with the volunteer’s application. </w:t>
      </w:r>
    </w:p>
    <w:p w14:paraId="4BFCA397" w14:textId="77777777" w:rsidR="001461F6" w:rsidRDefault="001461F6" w:rsidP="001461F6"/>
    <w:p w14:paraId="361CA8B4" w14:textId="77777777" w:rsidR="00DE073E" w:rsidRDefault="00DE073E" w:rsidP="009E4668"/>
    <w:p w14:paraId="0480DADC" w14:textId="77777777" w:rsidR="00DE073E" w:rsidRDefault="00DE073E">
      <w:r>
        <w:br w:type="page"/>
      </w:r>
    </w:p>
    <w:p w14:paraId="5E58D8C0" w14:textId="77777777" w:rsidR="00415E30" w:rsidRDefault="00DE073E" w:rsidP="009E4668">
      <w:pPr>
        <w:rPr>
          <w:b/>
          <w:sz w:val="36"/>
          <w:szCs w:val="36"/>
        </w:rPr>
      </w:pPr>
      <w:r w:rsidRPr="00DE073E">
        <w:rPr>
          <w:b/>
          <w:sz w:val="36"/>
          <w:szCs w:val="36"/>
        </w:rPr>
        <w:lastRenderedPageBreak/>
        <w:t>REGISTER OF YOUTH VOLUNTEERS</w:t>
      </w:r>
    </w:p>
    <w:p w14:paraId="11802BBF" w14:textId="77777777" w:rsidR="00DE073E" w:rsidRPr="00DE073E" w:rsidRDefault="00DE073E" w:rsidP="009E4668">
      <w:pPr>
        <w:rPr>
          <w:b/>
          <w:sz w:val="32"/>
          <w:szCs w:val="32"/>
        </w:rPr>
      </w:pPr>
      <w:r w:rsidRPr="00DE073E">
        <w:rPr>
          <w:b/>
          <w:sz w:val="32"/>
          <w:szCs w:val="32"/>
        </w:rPr>
        <w:t>Rotary Club:</w:t>
      </w:r>
    </w:p>
    <w:p w14:paraId="7D1B0ABC" w14:textId="77777777" w:rsidR="00DE073E" w:rsidRPr="00DE073E" w:rsidRDefault="00DE073E" w:rsidP="009E4668">
      <w:pPr>
        <w:rPr>
          <w:b/>
          <w:sz w:val="32"/>
          <w:szCs w:val="32"/>
        </w:rPr>
      </w:pPr>
      <w:r w:rsidRPr="00DE073E">
        <w:rPr>
          <w:b/>
          <w:sz w:val="32"/>
          <w:szCs w:val="32"/>
        </w:rPr>
        <w:t>Last Updated: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2409"/>
        <w:gridCol w:w="1843"/>
        <w:gridCol w:w="1814"/>
      </w:tblGrid>
      <w:tr w:rsidR="00DE073E" w14:paraId="65598FF2" w14:textId="77777777" w:rsidTr="00DE073E">
        <w:tc>
          <w:tcPr>
            <w:tcW w:w="4390" w:type="dxa"/>
          </w:tcPr>
          <w:p w14:paraId="1177D206" w14:textId="77777777" w:rsidR="00DE073E" w:rsidRPr="00DE073E" w:rsidRDefault="00DE073E" w:rsidP="009E4668">
            <w:pPr>
              <w:rPr>
                <w:b/>
                <w:sz w:val="24"/>
                <w:szCs w:val="24"/>
              </w:rPr>
            </w:pPr>
            <w:r w:rsidRPr="00DE073E">
              <w:rPr>
                <w:b/>
                <w:sz w:val="24"/>
                <w:szCs w:val="24"/>
              </w:rPr>
              <w:t>Volunteer Name</w:t>
            </w:r>
          </w:p>
        </w:tc>
        <w:tc>
          <w:tcPr>
            <w:tcW w:w="2409" w:type="dxa"/>
          </w:tcPr>
          <w:p w14:paraId="3CC0F03E" w14:textId="77777777" w:rsidR="00DE073E" w:rsidRPr="00DE073E" w:rsidRDefault="00DE073E" w:rsidP="009E4668">
            <w:pPr>
              <w:rPr>
                <w:b/>
                <w:sz w:val="24"/>
                <w:szCs w:val="24"/>
              </w:rPr>
            </w:pPr>
            <w:r w:rsidRPr="00DE073E">
              <w:rPr>
                <w:b/>
                <w:sz w:val="24"/>
                <w:szCs w:val="24"/>
              </w:rPr>
              <w:t>RYVI&amp;D form verified</w:t>
            </w:r>
            <w:r>
              <w:rPr>
                <w:b/>
                <w:sz w:val="24"/>
                <w:szCs w:val="24"/>
              </w:rPr>
              <w:t xml:space="preserve"> (referees) Yes/No</w:t>
            </w:r>
          </w:p>
        </w:tc>
        <w:tc>
          <w:tcPr>
            <w:tcW w:w="1843" w:type="dxa"/>
          </w:tcPr>
          <w:p w14:paraId="50CD5FFA" w14:textId="77777777" w:rsidR="00DE073E" w:rsidRPr="00DE073E" w:rsidRDefault="00DE073E" w:rsidP="009E4668">
            <w:pPr>
              <w:rPr>
                <w:b/>
                <w:sz w:val="24"/>
                <w:szCs w:val="24"/>
              </w:rPr>
            </w:pPr>
            <w:r w:rsidRPr="00DE073E">
              <w:rPr>
                <w:b/>
                <w:sz w:val="24"/>
                <w:szCs w:val="24"/>
              </w:rPr>
              <w:t>WWCC Number</w:t>
            </w:r>
          </w:p>
        </w:tc>
        <w:tc>
          <w:tcPr>
            <w:tcW w:w="1814" w:type="dxa"/>
          </w:tcPr>
          <w:p w14:paraId="71E7D169" w14:textId="77777777" w:rsidR="00DE073E" w:rsidRPr="00DE073E" w:rsidRDefault="00DE073E" w:rsidP="009E46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WWCC Expiry Date</w:t>
            </w:r>
          </w:p>
        </w:tc>
      </w:tr>
      <w:tr w:rsidR="00DE073E" w14:paraId="5DCE7F1D" w14:textId="77777777" w:rsidTr="00DE073E">
        <w:tc>
          <w:tcPr>
            <w:tcW w:w="4390" w:type="dxa"/>
          </w:tcPr>
          <w:p w14:paraId="37F418D9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2A69FFD2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3F87DD9A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5A4D2D44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4D025E42" w14:textId="77777777" w:rsidTr="00DE073E">
        <w:tc>
          <w:tcPr>
            <w:tcW w:w="4390" w:type="dxa"/>
          </w:tcPr>
          <w:p w14:paraId="55EF6D93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5D4B8BC6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363E0FEF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05F617F9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101F021D" w14:textId="77777777" w:rsidTr="00DE073E">
        <w:tc>
          <w:tcPr>
            <w:tcW w:w="4390" w:type="dxa"/>
          </w:tcPr>
          <w:p w14:paraId="6EE6E9A8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2B9ED083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06B1FC72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752E667F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0F73D9A5" w14:textId="77777777" w:rsidTr="00DE073E">
        <w:tc>
          <w:tcPr>
            <w:tcW w:w="4390" w:type="dxa"/>
          </w:tcPr>
          <w:p w14:paraId="10A0BC46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01638394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61BB7671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6FBBB74C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0E53A1C4" w14:textId="77777777" w:rsidTr="00DE073E">
        <w:tc>
          <w:tcPr>
            <w:tcW w:w="4390" w:type="dxa"/>
          </w:tcPr>
          <w:p w14:paraId="6A714C4E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1789437A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07EE4B75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5BD17A74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6209B9AD" w14:textId="77777777" w:rsidTr="00DE073E">
        <w:tc>
          <w:tcPr>
            <w:tcW w:w="4390" w:type="dxa"/>
          </w:tcPr>
          <w:p w14:paraId="397185B7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53238915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154ECF09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0B694F09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33A99169" w14:textId="77777777" w:rsidTr="00DE073E">
        <w:tc>
          <w:tcPr>
            <w:tcW w:w="4390" w:type="dxa"/>
          </w:tcPr>
          <w:p w14:paraId="2A24FE89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68459BB1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5172D1E8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3CEB8DBE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4ECE13AE" w14:textId="77777777" w:rsidTr="00DE073E">
        <w:tc>
          <w:tcPr>
            <w:tcW w:w="4390" w:type="dxa"/>
          </w:tcPr>
          <w:p w14:paraId="0B3C2564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1D73224E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64F7CDEB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11A3AA6F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580309CE" w14:textId="77777777" w:rsidTr="00DE073E">
        <w:tc>
          <w:tcPr>
            <w:tcW w:w="4390" w:type="dxa"/>
          </w:tcPr>
          <w:p w14:paraId="52D5CC42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6F09D5D8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675D9F73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0DBAF2D8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0B8745BD" w14:textId="77777777" w:rsidTr="00DE073E">
        <w:tc>
          <w:tcPr>
            <w:tcW w:w="4390" w:type="dxa"/>
          </w:tcPr>
          <w:p w14:paraId="079C0CAA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089E8DA8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45AD2CD7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1F9E0089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34CEA93B" w14:textId="77777777" w:rsidTr="00DE073E">
        <w:tc>
          <w:tcPr>
            <w:tcW w:w="4390" w:type="dxa"/>
          </w:tcPr>
          <w:p w14:paraId="5F8B1F74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77427D07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4CC37838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01E7CDCB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7D9EA9AC" w14:textId="77777777" w:rsidTr="00DE073E">
        <w:tc>
          <w:tcPr>
            <w:tcW w:w="4390" w:type="dxa"/>
          </w:tcPr>
          <w:p w14:paraId="773F1705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4A6322D0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583B531D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76F0594C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0FA22A0B" w14:textId="77777777" w:rsidTr="00DE073E">
        <w:tc>
          <w:tcPr>
            <w:tcW w:w="4390" w:type="dxa"/>
          </w:tcPr>
          <w:p w14:paraId="4AE02F6F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15888A39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322B5877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43EDAA11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455EFF2F" w14:textId="77777777" w:rsidTr="00DE073E">
        <w:tc>
          <w:tcPr>
            <w:tcW w:w="4390" w:type="dxa"/>
          </w:tcPr>
          <w:p w14:paraId="5B338FA2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641A170F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57F39927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37474CED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72EBE3A4" w14:textId="77777777" w:rsidTr="00DE073E">
        <w:tc>
          <w:tcPr>
            <w:tcW w:w="4390" w:type="dxa"/>
          </w:tcPr>
          <w:p w14:paraId="687074CE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3D3DEEA9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0BF98B7C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7F68CF76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29AD44E9" w14:textId="77777777" w:rsidTr="00DE073E">
        <w:tc>
          <w:tcPr>
            <w:tcW w:w="4390" w:type="dxa"/>
          </w:tcPr>
          <w:p w14:paraId="5E88FB7E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482506C9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4F822A14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4F953208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2BCD00E0" w14:textId="77777777" w:rsidTr="00DE073E">
        <w:tc>
          <w:tcPr>
            <w:tcW w:w="4390" w:type="dxa"/>
          </w:tcPr>
          <w:p w14:paraId="7739569D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6DBCB92C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7C18BBCD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5BE99A30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22D78923" w14:textId="77777777" w:rsidTr="00DE073E">
        <w:tc>
          <w:tcPr>
            <w:tcW w:w="4390" w:type="dxa"/>
          </w:tcPr>
          <w:p w14:paraId="72A75841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18F1AF60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0AE1AFCC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0F21E840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2FF9EF40" w14:textId="77777777" w:rsidTr="00DE073E">
        <w:tc>
          <w:tcPr>
            <w:tcW w:w="4390" w:type="dxa"/>
          </w:tcPr>
          <w:p w14:paraId="41B4CBCC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4FFB20E8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702A4F47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22303F52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0A7EC940" w14:textId="77777777" w:rsidTr="00DE073E">
        <w:tc>
          <w:tcPr>
            <w:tcW w:w="4390" w:type="dxa"/>
          </w:tcPr>
          <w:p w14:paraId="225C4883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49569066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18EE657C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0CB80404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1E7E5BF5" w14:textId="77777777" w:rsidTr="00DE073E">
        <w:tc>
          <w:tcPr>
            <w:tcW w:w="4390" w:type="dxa"/>
          </w:tcPr>
          <w:p w14:paraId="3CFB4DC7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0FE3A79C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2BA1B6C2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75ECF4F5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30F9A560" w14:textId="77777777" w:rsidTr="00DE073E">
        <w:tc>
          <w:tcPr>
            <w:tcW w:w="4390" w:type="dxa"/>
          </w:tcPr>
          <w:p w14:paraId="709A90B4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74AE4D43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5DD6F78D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1AE3D1F0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00740945" w14:textId="77777777" w:rsidTr="00DE073E">
        <w:tc>
          <w:tcPr>
            <w:tcW w:w="4390" w:type="dxa"/>
          </w:tcPr>
          <w:p w14:paraId="744A2EC3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5CF0D557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1E355707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7F587B02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539A0838" w14:textId="77777777" w:rsidTr="00DE073E">
        <w:tc>
          <w:tcPr>
            <w:tcW w:w="4390" w:type="dxa"/>
          </w:tcPr>
          <w:p w14:paraId="7E94542F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1B6E9127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7BC350C4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0EFE79F9" w14:textId="77777777" w:rsidR="00DE073E" w:rsidRDefault="00DE073E" w:rsidP="009E4668">
            <w:pPr>
              <w:rPr>
                <w:b/>
                <w:sz w:val="28"/>
                <w:szCs w:val="28"/>
              </w:rPr>
            </w:pPr>
          </w:p>
        </w:tc>
      </w:tr>
      <w:tr w:rsidR="00DE073E" w14:paraId="68A63F2E" w14:textId="77777777" w:rsidTr="00DE073E">
        <w:tc>
          <w:tcPr>
            <w:tcW w:w="4390" w:type="dxa"/>
          </w:tcPr>
          <w:p w14:paraId="573A201D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6BEED538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4476B9A2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19BC5219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</w:tr>
      <w:tr w:rsidR="00DE073E" w14:paraId="31E82F1E" w14:textId="77777777" w:rsidTr="00DE073E">
        <w:tc>
          <w:tcPr>
            <w:tcW w:w="4390" w:type="dxa"/>
          </w:tcPr>
          <w:p w14:paraId="4CD2A718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48612653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5208197D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1BC6BA5C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</w:tr>
      <w:tr w:rsidR="00DE073E" w14:paraId="1E3B09B5" w14:textId="77777777" w:rsidTr="00DE073E">
        <w:tc>
          <w:tcPr>
            <w:tcW w:w="4390" w:type="dxa"/>
          </w:tcPr>
          <w:p w14:paraId="3364679E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2DE7EA72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3519ED48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3EB0C324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</w:tr>
      <w:tr w:rsidR="00DE073E" w14:paraId="35C819AF" w14:textId="77777777" w:rsidTr="00DE073E">
        <w:tc>
          <w:tcPr>
            <w:tcW w:w="4390" w:type="dxa"/>
          </w:tcPr>
          <w:p w14:paraId="59F01F1F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6BE6D535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118E3024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16D99F7C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</w:tr>
      <w:tr w:rsidR="00DE073E" w14:paraId="5E986D60" w14:textId="77777777" w:rsidTr="00DE073E">
        <w:tc>
          <w:tcPr>
            <w:tcW w:w="4390" w:type="dxa"/>
          </w:tcPr>
          <w:p w14:paraId="588E2CE8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615DB46B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62DF5B8A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2DC7A1D6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</w:tr>
      <w:tr w:rsidR="00DE073E" w14:paraId="6118ECF5" w14:textId="77777777" w:rsidTr="00DE073E">
        <w:tc>
          <w:tcPr>
            <w:tcW w:w="4390" w:type="dxa"/>
          </w:tcPr>
          <w:p w14:paraId="18A8E587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227A23DE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42BEBB7D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2A2B7AF6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</w:tr>
      <w:tr w:rsidR="00DE073E" w14:paraId="3CB9DF59" w14:textId="77777777" w:rsidTr="00DE073E">
        <w:tc>
          <w:tcPr>
            <w:tcW w:w="4390" w:type="dxa"/>
          </w:tcPr>
          <w:p w14:paraId="144758AF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1021F7B6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0228B532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6EBBFBDA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</w:tr>
      <w:tr w:rsidR="00DE073E" w14:paraId="0661938B" w14:textId="77777777" w:rsidTr="00DE073E">
        <w:tc>
          <w:tcPr>
            <w:tcW w:w="4390" w:type="dxa"/>
          </w:tcPr>
          <w:p w14:paraId="41BA1B32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1BB21A0B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14:paraId="1A9DD969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  <w:tc>
          <w:tcPr>
            <w:tcW w:w="1814" w:type="dxa"/>
          </w:tcPr>
          <w:p w14:paraId="34AA5A93" w14:textId="77777777" w:rsidR="00DE073E" w:rsidRDefault="00DE073E" w:rsidP="00DE6872">
            <w:pPr>
              <w:rPr>
                <w:b/>
                <w:sz w:val="28"/>
                <w:szCs w:val="28"/>
              </w:rPr>
            </w:pPr>
          </w:p>
        </w:tc>
      </w:tr>
    </w:tbl>
    <w:bookmarkEnd w:id="0"/>
    <w:p w14:paraId="686602AD" w14:textId="77777777" w:rsidR="00BD184F" w:rsidRDefault="00BD184F" w:rsidP="009E4668">
      <w:pPr>
        <w:rPr>
          <w:b/>
          <w:sz w:val="28"/>
          <w:szCs w:val="28"/>
        </w:rPr>
      </w:pPr>
      <w:r>
        <w:rPr>
          <w:b/>
          <w:sz w:val="28"/>
          <w:szCs w:val="28"/>
        </w:rPr>
        <w:t>Verification: Current as at      /    /       (date)</w:t>
      </w:r>
    </w:p>
    <w:p w14:paraId="2C81961E" w14:textId="77777777" w:rsidR="00BD184F" w:rsidRDefault="00BD184F" w:rsidP="009E4668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Name________________________    Signature________________________</w:t>
      </w:r>
    </w:p>
    <w:p w14:paraId="0268CCA0" w14:textId="77777777" w:rsidR="00BD184F" w:rsidRPr="00DE073E" w:rsidRDefault="00BD184F" w:rsidP="009E4668">
      <w:pPr>
        <w:rPr>
          <w:b/>
          <w:sz w:val="28"/>
          <w:szCs w:val="28"/>
        </w:rPr>
      </w:pPr>
      <w:r>
        <w:rPr>
          <w:b/>
          <w:sz w:val="28"/>
          <w:szCs w:val="28"/>
        </w:rPr>
        <w:t>Club Position: President/Secretary/ Youth Protection Officer.</w:t>
      </w:r>
    </w:p>
    <w:sectPr w:rsidR="00BD184F" w:rsidRPr="00DE073E" w:rsidSect="005D31BC">
      <w:footerReference w:type="default" r:id="rId7"/>
      <w:pgSz w:w="11906" w:h="16838"/>
      <w:pgMar w:top="720" w:right="720" w:bottom="8" w:left="720" w:header="709" w:footer="454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51A25" w14:textId="77777777" w:rsidR="00765FEF" w:rsidRDefault="00765FEF" w:rsidP="00864F51">
      <w:pPr>
        <w:spacing w:after="0" w:line="240" w:lineRule="auto"/>
      </w:pPr>
      <w:r>
        <w:separator/>
      </w:r>
    </w:p>
  </w:endnote>
  <w:endnote w:type="continuationSeparator" w:id="0">
    <w:p w14:paraId="4FA1E248" w14:textId="77777777" w:rsidR="00765FEF" w:rsidRDefault="00765FEF" w:rsidP="00864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634986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EE8832" w14:textId="77777777" w:rsidR="00250ED1" w:rsidRDefault="00250ED1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17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CEBDDF9" w14:textId="77777777" w:rsidR="00491683" w:rsidRDefault="00491683" w:rsidP="00491683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4BFAEA" w14:textId="77777777" w:rsidR="00765FEF" w:rsidRDefault="00765FEF" w:rsidP="00864F51">
      <w:pPr>
        <w:spacing w:after="0" w:line="240" w:lineRule="auto"/>
      </w:pPr>
      <w:r>
        <w:separator/>
      </w:r>
    </w:p>
  </w:footnote>
  <w:footnote w:type="continuationSeparator" w:id="0">
    <w:p w14:paraId="1F3D5D05" w14:textId="77777777" w:rsidR="00765FEF" w:rsidRDefault="00765FEF" w:rsidP="00864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69861"/>
    <w:multiLevelType w:val="singleLevel"/>
    <w:tmpl w:val="525B6AF5"/>
    <w:lvl w:ilvl="0">
      <w:numFmt w:val="bullet"/>
      <w:lvlText w:val="·"/>
      <w:lvlJc w:val="left"/>
      <w:pPr>
        <w:tabs>
          <w:tab w:val="num" w:pos="360"/>
        </w:tabs>
        <w:ind w:left="432"/>
      </w:pPr>
      <w:rPr>
        <w:rFonts w:ascii="Symbol" w:hAnsi="Symbol"/>
        <w:b/>
        <w:snapToGrid/>
        <w:sz w:val="20"/>
      </w:rPr>
    </w:lvl>
  </w:abstractNum>
  <w:abstractNum w:abstractNumId="1" w15:restartNumberingAfterBreak="0">
    <w:nsid w:val="04EE5228"/>
    <w:multiLevelType w:val="hybridMultilevel"/>
    <w:tmpl w:val="A8DEE626"/>
    <w:lvl w:ilvl="0" w:tplc="7B0C1B9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A2E486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E61E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46B2B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F2C37F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1DEDB5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C9808B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37C64A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9AE310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EEC0C8"/>
    <w:multiLevelType w:val="singleLevel"/>
    <w:tmpl w:val="013638D8"/>
    <w:lvl w:ilvl="0">
      <w:start w:val="1"/>
      <w:numFmt w:val="decimal"/>
      <w:lvlText w:val="%1."/>
      <w:lvlJc w:val="left"/>
      <w:pPr>
        <w:tabs>
          <w:tab w:val="num" w:pos="288"/>
        </w:tabs>
        <w:ind w:left="360" w:hanging="288"/>
      </w:pPr>
      <w:rPr>
        <w:rFonts w:ascii="Tahoma" w:hAnsi="Tahoma" w:cs="Tahoma"/>
        <w:snapToGrid/>
        <w:spacing w:val="9"/>
        <w:sz w:val="17"/>
        <w:szCs w:val="17"/>
      </w:rPr>
    </w:lvl>
  </w:abstractNum>
  <w:abstractNum w:abstractNumId="3" w15:restartNumberingAfterBreak="0">
    <w:nsid w:val="0C106DCC"/>
    <w:multiLevelType w:val="hybridMultilevel"/>
    <w:tmpl w:val="098A740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B0351"/>
    <w:multiLevelType w:val="hybridMultilevel"/>
    <w:tmpl w:val="C0F4D43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A46309"/>
    <w:multiLevelType w:val="hybridMultilevel"/>
    <w:tmpl w:val="8210189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178E0"/>
    <w:multiLevelType w:val="hybridMultilevel"/>
    <w:tmpl w:val="1A5C97E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  <w:lvlOverride w:ilvl="0">
      <w:lvl w:ilvl="0">
        <w:numFmt w:val="bullet"/>
        <w:lvlText w:val="·"/>
        <w:lvlJc w:val="left"/>
        <w:pPr>
          <w:tabs>
            <w:tab w:val="num" w:pos="432"/>
          </w:tabs>
          <w:ind w:left="288"/>
        </w:pPr>
        <w:rPr>
          <w:rFonts w:ascii="Symbol" w:hAnsi="Symbol"/>
          <w:snapToGrid/>
          <w:spacing w:val="6"/>
          <w:sz w:val="17"/>
        </w:rPr>
      </w:lvl>
    </w:lvlOverride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D99"/>
    <w:rsid w:val="00045267"/>
    <w:rsid w:val="00051A81"/>
    <w:rsid w:val="00076913"/>
    <w:rsid w:val="00115C3B"/>
    <w:rsid w:val="00140882"/>
    <w:rsid w:val="001461F6"/>
    <w:rsid w:val="001C5D81"/>
    <w:rsid w:val="00250ED1"/>
    <w:rsid w:val="00252301"/>
    <w:rsid w:val="00265223"/>
    <w:rsid w:val="002949A2"/>
    <w:rsid w:val="00295CAC"/>
    <w:rsid w:val="002C3F2F"/>
    <w:rsid w:val="00316A07"/>
    <w:rsid w:val="00360576"/>
    <w:rsid w:val="003D46E1"/>
    <w:rsid w:val="00415E30"/>
    <w:rsid w:val="004231D3"/>
    <w:rsid w:val="00424F1C"/>
    <w:rsid w:val="00425E5C"/>
    <w:rsid w:val="00432339"/>
    <w:rsid w:val="00434EE7"/>
    <w:rsid w:val="00491683"/>
    <w:rsid w:val="004A31E8"/>
    <w:rsid w:val="005028D2"/>
    <w:rsid w:val="00504AE7"/>
    <w:rsid w:val="00534070"/>
    <w:rsid w:val="00534AF2"/>
    <w:rsid w:val="005836EE"/>
    <w:rsid w:val="00590988"/>
    <w:rsid w:val="005C6657"/>
    <w:rsid w:val="005D31BC"/>
    <w:rsid w:val="005F08FA"/>
    <w:rsid w:val="006139BB"/>
    <w:rsid w:val="00622824"/>
    <w:rsid w:val="006417C0"/>
    <w:rsid w:val="00651809"/>
    <w:rsid w:val="006B395B"/>
    <w:rsid w:val="006B6059"/>
    <w:rsid w:val="007013B8"/>
    <w:rsid w:val="007323C7"/>
    <w:rsid w:val="00765FEF"/>
    <w:rsid w:val="00766FD7"/>
    <w:rsid w:val="007F2B3A"/>
    <w:rsid w:val="007F31B6"/>
    <w:rsid w:val="008106B9"/>
    <w:rsid w:val="00853DDD"/>
    <w:rsid w:val="00864F51"/>
    <w:rsid w:val="008901B5"/>
    <w:rsid w:val="00895520"/>
    <w:rsid w:val="008E7409"/>
    <w:rsid w:val="00911622"/>
    <w:rsid w:val="00912BA4"/>
    <w:rsid w:val="0091682C"/>
    <w:rsid w:val="009272A8"/>
    <w:rsid w:val="009708DA"/>
    <w:rsid w:val="009B4C50"/>
    <w:rsid w:val="009C14A9"/>
    <w:rsid w:val="009E4668"/>
    <w:rsid w:val="00A3269D"/>
    <w:rsid w:val="00A43F92"/>
    <w:rsid w:val="00A56433"/>
    <w:rsid w:val="00AB20DB"/>
    <w:rsid w:val="00AF59A6"/>
    <w:rsid w:val="00B078C0"/>
    <w:rsid w:val="00B749E6"/>
    <w:rsid w:val="00B82AC9"/>
    <w:rsid w:val="00BC356A"/>
    <w:rsid w:val="00BD184F"/>
    <w:rsid w:val="00C254F0"/>
    <w:rsid w:val="00C558F2"/>
    <w:rsid w:val="00CE5F83"/>
    <w:rsid w:val="00D01D04"/>
    <w:rsid w:val="00D02CEC"/>
    <w:rsid w:val="00D037F1"/>
    <w:rsid w:val="00D27A17"/>
    <w:rsid w:val="00D27C97"/>
    <w:rsid w:val="00D71672"/>
    <w:rsid w:val="00D831DD"/>
    <w:rsid w:val="00D90033"/>
    <w:rsid w:val="00D970CD"/>
    <w:rsid w:val="00DC1D99"/>
    <w:rsid w:val="00DE054F"/>
    <w:rsid w:val="00DE073E"/>
    <w:rsid w:val="00DF0079"/>
    <w:rsid w:val="00E32A0F"/>
    <w:rsid w:val="00E8332C"/>
    <w:rsid w:val="00E92236"/>
    <w:rsid w:val="00E95B26"/>
    <w:rsid w:val="00EA20DE"/>
    <w:rsid w:val="00EB7052"/>
    <w:rsid w:val="00EC00E4"/>
    <w:rsid w:val="00EF7367"/>
    <w:rsid w:val="00F03322"/>
    <w:rsid w:val="00F5049A"/>
    <w:rsid w:val="00F75E3C"/>
    <w:rsid w:val="00FA4E63"/>
    <w:rsid w:val="00FA6612"/>
    <w:rsid w:val="00FB2A3F"/>
    <w:rsid w:val="00FE4088"/>
    <w:rsid w:val="00FF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762B55"/>
  <w15:docId w15:val="{08844EF6-4AAA-4AB2-B79F-FF2DB7771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4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F5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4F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4F51"/>
  </w:style>
  <w:style w:type="paragraph" w:styleId="Footer">
    <w:name w:val="footer"/>
    <w:basedOn w:val="Normal"/>
    <w:link w:val="FooterChar"/>
    <w:uiPriority w:val="99"/>
    <w:unhideWhenUsed/>
    <w:rsid w:val="00864F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4F51"/>
  </w:style>
  <w:style w:type="table" w:styleId="TableGrid">
    <w:name w:val="Table Grid"/>
    <w:basedOn w:val="TableNormal"/>
    <w:uiPriority w:val="59"/>
    <w:rsid w:val="00864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51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%20Kaye\Desktop\Youth%20Volunteer%20Info%20and%20Dec%20V8%20Dec%202018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Youth Volunteer Info and Dec V8 Dec 2018</Template>
  <TotalTime>1</TotalTime>
  <Pages>5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Kaye</dc:creator>
  <cp:lastModifiedBy>Joan Wilkin</cp:lastModifiedBy>
  <cp:revision>2</cp:revision>
  <cp:lastPrinted>2017-04-06T22:32:00Z</cp:lastPrinted>
  <dcterms:created xsi:type="dcterms:W3CDTF">2019-08-20T23:10:00Z</dcterms:created>
  <dcterms:modified xsi:type="dcterms:W3CDTF">2019-08-20T23:10:00Z</dcterms:modified>
</cp:coreProperties>
</file>